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D9165" w14:textId="77777777" w:rsidR="002B446D" w:rsidRDefault="00EB6F30" w:rsidP="00D42BD9">
      <w:pPr>
        <w:jc w:val="center"/>
        <w:rPr>
          <w:rFonts w:asciiTheme="minorHAnsi" w:hAnsiTheme="minorHAnsi"/>
          <w:b/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31D0F2A0" wp14:editId="37F8B5CC">
            <wp:extent cx="2630805" cy="664210"/>
            <wp:effectExtent l="0" t="0" r="0" b="2540"/>
            <wp:docPr id="2" name="Imagem 2" descr="DN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NI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0805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EF7AC7" w14:textId="77777777" w:rsidR="003A2D2F" w:rsidRPr="002C1918" w:rsidRDefault="00027382" w:rsidP="00D42BD9">
      <w:pPr>
        <w:jc w:val="center"/>
        <w:rPr>
          <w:rFonts w:asciiTheme="minorHAnsi" w:hAnsiTheme="minorHAnsi"/>
          <w:b/>
          <w:sz w:val="32"/>
          <w:szCs w:val="32"/>
          <w:lang w:val="en-US"/>
        </w:rPr>
      </w:pPr>
      <w:proofErr w:type="spellStart"/>
      <w:r>
        <w:rPr>
          <w:rFonts w:asciiTheme="minorHAnsi" w:hAnsiTheme="minorHAnsi"/>
          <w:b/>
          <w:sz w:val="32"/>
          <w:szCs w:val="32"/>
          <w:lang w:val="en-US"/>
        </w:rPr>
        <w:t>Relato</w:t>
      </w:r>
      <w:proofErr w:type="spellEnd"/>
      <w:r w:rsidR="002302D2" w:rsidRPr="002C1918">
        <w:rPr>
          <w:rFonts w:asciiTheme="minorHAnsi" w:hAnsiTheme="minorHAnsi"/>
          <w:b/>
          <w:sz w:val="32"/>
          <w:szCs w:val="32"/>
          <w:lang w:val="en-US"/>
        </w:rPr>
        <w:t xml:space="preserve"> de </w:t>
      </w:r>
      <w:proofErr w:type="spellStart"/>
      <w:r w:rsidR="002302D2" w:rsidRPr="002C1918">
        <w:rPr>
          <w:rFonts w:asciiTheme="minorHAnsi" w:hAnsiTheme="minorHAnsi"/>
          <w:b/>
          <w:sz w:val="32"/>
          <w:szCs w:val="32"/>
          <w:lang w:val="en-US"/>
        </w:rPr>
        <w:t>Reunião</w:t>
      </w:r>
      <w:proofErr w:type="spellEnd"/>
    </w:p>
    <w:tbl>
      <w:tblPr>
        <w:tblStyle w:val="TabelacomGrelha"/>
        <w:tblW w:w="1049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792"/>
        <w:gridCol w:w="2835"/>
        <w:gridCol w:w="1134"/>
        <w:gridCol w:w="1559"/>
        <w:gridCol w:w="1276"/>
        <w:gridCol w:w="1899"/>
      </w:tblGrid>
      <w:tr w:rsidR="00413512" w:rsidRPr="00074A19" w14:paraId="00D4C508" w14:textId="77777777" w:rsidTr="00747E9B">
        <w:tc>
          <w:tcPr>
            <w:tcW w:w="1792" w:type="dxa"/>
            <w:shd w:val="clear" w:color="auto" w:fill="D9D9D9" w:themeFill="background1" w:themeFillShade="D9"/>
          </w:tcPr>
          <w:p w14:paraId="2B45E8C8" w14:textId="77777777" w:rsidR="00413512" w:rsidRPr="00074A19" w:rsidRDefault="00413512" w:rsidP="00980ADF">
            <w:pPr>
              <w:rPr>
                <w:rFonts w:asciiTheme="minorHAnsi" w:hAnsiTheme="minorHAnsi"/>
                <w:b/>
                <w:iCs/>
                <w:szCs w:val="22"/>
              </w:rPr>
            </w:pPr>
            <w:r w:rsidRPr="00074A19">
              <w:rPr>
                <w:rFonts w:asciiTheme="minorHAnsi" w:hAnsiTheme="minorHAnsi"/>
                <w:b/>
                <w:iCs/>
                <w:szCs w:val="22"/>
              </w:rPr>
              <w:t>Assunto</w:t>
            </w:r>
          </w:p>
        </w:tc>
        <w:tc>
          <w:tcPr>
            <w:tcW w:w="8703" w:type="dxa"/>
            <w:gridSpan w:val="5"/>
            <w:shd w:val="clear" w:color="auto" w:fill="auto"/>
          </w:tcPr>
          <w:p w14:paraId="34000BE3" w14:textId="77777777" w:rsidR="00413512" w:rsidRPr="00074A19" w:rsidRDefault="00413512" w:rsidP="0051122F">
            <w:pPr>
              <w:rPr>
                <w:rFonts w:asciiTheme="minorHAnsi" w:hAnsiTheme="minorHAnsi"/>
                <w:iCs/>
                <w:szCs w:val="22"/>
              </w:rPr>
            </w:pPr>
          </w:p>
        </w:tc>
      </w:tr>
      <w:tr w:rsidR="00413512" w:rsidRPr="00074A19" w14:paraId="443CF1EA" w14:textId="77777777" w:rsidTr="00747E9B">
        <w:tc>
          <w:tcPr>
            <w:tcW w:w="1792" w:type="dxa"/>
            <w:shd w:val="clear" w:color="auto" w:fill="D9D9D9" w:themeFill="background1" w:themeFillShade="D9"/>
          </w:tcPr>
          <w:p w14:paraId="7D9774E8" w14:textId="77777777" w:rsidR="00413512" w:rsidRPr="00074A19" w:rsidRDefault="00413512" w:rsidP="00980ADF">
            <w:pPr>
              <w:rPr>
                <w:rFonts w:asciiTheme="minorHAnsi" w:hAnsiTheme="minorHAnsi"/>
                <w:b/>
                <w:iCs/>
                <w:szCs w:val="22"/>
              </w:rPr>
            </w:pPr>
            <w:r w:rsidRPr="00074A19">
              <w:rPr>
                <w:rFonts w:asciiTheme="minorHAnsi" w:hAnsiTheme="minorHAnsi"/>
                <w:b/>
                <w:iCs/>
                <w:szCs w:val="22"/>
              </w:rPr>
              <w:t>Data</w:t>
            </w:r>
          </w:p>
        </w:tc>
        <w:tc>
          <w:tcPr>
            <w:tcW w:w="2835" w:type="dxa"/>
            <w:shd w:val="clear" w:color="auto" w:fill="auto"/>
          </w:tcPr>
          <w:p w14:paraId="366CE08B" w14:textId="77777777" w:rsidR="00413512" w:rsidRPr="00074A19" w:rsidRDefault="00413512" w:rsidP="00B53E63">
            <w:pPr>
              <w:rPr>
                <w:rFonts w:asciiTheme="minorHAnsi" w:hAnsiTheme="minorHAnsi"/>
                <w:iCs/>
                <w:szCs w:val="22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09EF080B" w14:textId="77777777" w:rsidR="00413512" w:rsidRPr="00074A19" w:rsidRDefault="00413512" w:rsidP="00CF3472">
            <w:pPr>
              <w:jc w:val="center"/>
              <w:rPr>
                <w:rFonts w:asciiTheme="minorHAnsi" w:hAnsiTheme="minorHAnsi"/>
                <w:b/>
                <w:iCs/>
                <w:szCs w:val="22"/>
              </w:rPr>
            </w:pPr>
            <w:r w:rsidRPr="00074A19">
              <w:rPr>
                <w:rFonts w:asciiTheme="minorHAnsi" w:hAnsiTheme="minorHAnsi"/>
                <w:b/>
                <w:iCs/>
                <w:szCs w:val="22"/>
              </w:rPr>
              <w:t>Início</w:t>
            </w:r>
          </w:p>
        </w:tc>
        <w:tc>
          <w:tcPr>
            <w:tcW w:w="1559" w:type="dxa"/>
            <w:shd w:val="clear" w:color="auto" w:fill="auto"/>
          </w:tcPr>
          <w:p w14:paraId="321455C7" w14:textId="77777777" w:rsidR="00413512" w:rsidRPr="00074A19" w:rsidRDefault="00413512" w:rsidP="0051122F">
            <w:pPr>
              <w:ind w:left="23"/>
              <w:rPr>
                <w:rFonts w:asciiTheme="minorHAnsi" w:hAnsiTheme="minorHAnsi"/>
                <w:iCs/>
                <w:szCs w:val="22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512B8D95" w14:textId="77777777" w:rsidR="00413512" w:rsidRPr="00074A19" w:rsidRDefault="00413512" w:rsidP="00CF3472">
            <w:pPr>
              <w:ind w:left="23"/>
              <w:jc w:val="center"/>
              <w:rPr>
                <w:rFonts w:asciiTheme="minorHAnsi" w:hAnsiTheme="minorHAnsi"/>
                <w:b/>
                <w:iCs/>
                <w:szCs w:val="22"/>
              </w:rPr>
            </w:pPr>
            <w:r w:rsidRPr="00074A19">
              <w:rPr>
                <w:rFonts w:asciiTheme="minorHAnsi" w:hAnsiTheme="minorHAnsi"/>
                <w:b/>
                <w:iCs/>
                <w:szCs w:val="22"/>
              </w:rPr>
              <w:t>Término</w:t>
            </w:r>
          </w:p>
        </w:tc>
        <w:tc>
          <w:tcPr>
            <w:tcW w:w="1899" w:type="dxa"/>
          </w:tcPr>
          <w:p w14:paraId="0EE36240" w14:textId="77777777" w:rsidR="00413512" w:rsidRPr="00074A19" w:rsidRDefault="00413512" w:rsidP="0051122F">
            <w:pPr>
              <w:ind w:left="23"/>
              <w:rPr>
                <w:rFonts w:asciiTheme="minorHAnsi" w:hAnsiTheme="minorHAnsi"/>
                <w:iCs/>
                <w:szCs w:val="22"/>
              </w:rPr>
            </w:pPr>
          </w:p>
        </w:tc>
      </w:tr>
      <w:tr w:rsidR="00413512" w:rsidRPr="00074A19" w14:paraId="3FD426FF" w14:textId="77777777" w:rsidTr="00747E9B">
        <w:tc>
          <w:tcPr>
            <w:tcW w:w="1792" w:type="dxa"/>
            <w:shd w:val="clear" w:color="auto" w:fill="D9D9D9" w:themeFill="background1" w:themeFillShade="D9"/>
          </w:tcPr>
          <w:p w14:paraId="71196E7A" w14:textId="77777777" w:rsidR="00413512" w:rsidRPr="00074A19" w:rsidRDefault="00413512" w:rsidP="00980ADF">
            <w:pPr>
              <w:rPr>
                <w:rFonts w:asciiTheme="minorHAnsi" w:hAnsiTheme="minorHAnsi"/>
                <w:b/>
                <w:iCs/>
                <w:szCs w:val="22"/>
              </w:rPr>
            </w:pPr>
            <w:r w:rsidRPr="00074A19">
              <w:rPr>
                <w:rFonts w:asciiTheme="minorHAnsi" w:hAnsiTheme="minorHAnsi"/>
                <w:b/>
                <w:iCs/>
                <w:szCs w:val="22"/>
              </w:rPr>
              <w:t>Local</w:t>
            </w:r>
          </w:p>
        </w:tc>
        <w:tc>
          <w:tcPr>
            <w:tcW w:w="8703" w:type="dxa"/>
            <w:gridSpan w:val="5"/>
            <w:shd w:val="clear" w:color="auto" w:fill="auto"/>
          </w:tcPr>
          <w:p w14:paraId="77B041AB" w14:textId="77777777" w:rsidR="00413512" w:rsidRPr="00074A19" w:rsidRDefault="00413512" w:rsidP="00237C23">
            <w:pPr>
              <w:rPr>
                <w:rFonts w:asciiTheme="minorHAnsi" w:hAnsiTheme="minorHAnsi"/>
                <w:iCs/>
                <w:szCs w:val="22"/>
              </w:rPr>
            </w:pPr>
          </w:p>
        </w:tc>
      </w:tr>
      <w:tr w:rsidR="00413512" w:rsidRPr="00074A19" w14:paraId="6C1553AF" w14:textId="77777777" w:rsidTr="00747E9B">
        <w:tc>
          <w:tcPr>
            <w:tcW w:w="1792" w:type="dxa"/>
            <w:shd w:val="clear" w:color="auto" w:fill="D9D9D9" w:themeFill="background1" w:themeFillShade="D9"/>
          </w:tcPr>
          <w:p w14:paraId="48E8D170" w14:textId="77777777" w:rsidR="00413512" w:rsidRPr="00074A19" w:rsidRDefault="00413512" w:rsidP="00980ADF">
            <w:pPr>
              <w:rPr>
                <w:rFonts w:asciiTheme="minorHAnsi" w:hAnsiTheme="minorHAnsi"/>
                <w:b/>
                <w:iCs/>
                <w:szCs w:val="22"/>
              </w:rPr>
            </w:pPr>
            <w:r w:rsidRPr="00074A19">
              <w:rPr>
                <w:rFonts w:asciiTheme="minorHAnsi" w:hAnsiTheme="minorHAnsi"/>
                <w:b/>
                <w:iCs/>
                <w:szCs w:val="22"/>
              </w:rPr>
              <w:t>Responsável</w:t>
            </w:r>
          </w:p>
        </w:tc>
        <w:tc>
          <w:tcPr>
            <w:tcW w:w="8703" w:type="dxa"/>
            <w:gridSpan w:val="5"/>
            <w:shd w:val="clear" w:color="auto" w:fill="auto"/>
          </w:tcPr>
          <w:p w14:paraId="26B7967F" w14:textId="77777777" w:rsidR="00413512" w:rsidRPr="00074A19" w:rsidRDefault="00413512" w:rsidP="00723F37">
            <w:pPr>
              <w:rPr>
                <w:rFonts w:asciiTheme="minorHAnsi" w:hAnsiTheme="minorHAnsi"/>
                <w:iCs/>
                <w:szCs w:val="22"/>
              </w:rPr>
            </w:pPr>
          </w:p>
        </w:tc>
      </w:tr>
      <w:tr w:rsidR="00413512" w:rsidRPr="00074A19" w14:paraId="5BC3C9F8" w14:textId="77777777" w:rsidTr="00747E9B">
        <w:tc>
          <w:tcPr>
            <w:tcW w:w="1792" w:type="dxa"/>
            <w:shd w:val="clear" w:color="auto" w:fill="D9D9D9" w:themeFill="background1" w:themeFillShade="D9"/>
          </w:tcPr>
          <w:p w14:paraId="093860B5" w14:textId="77777777" w:rsidR="00413512" w:rsidRPr="00074A19" w:rsidRDefault="00413512" w:rsidP="00980ADF">
            <w:pPr>
              <w:rPr>
                <w:rFonts w:asciiTheme="minorHAnsi" w:hAnsiTheme="minorHAnsi"/>
                <w:b/>
                <w:iCs/>
                <w:szCs w:val="22"/>
              </w:rPr>
            </w:pPr>
            <w:r w:rsidRPr="00074A19">
              <w:rPr>
                <w:rFonts w:asciiTheme="minorHAnsi" w:hAnsiTheme="minorHAnsi"/>
                <w:b/>
                <w:iCs/>
                <w:szCs w:val="22"/>
              </w:rPr>
              <w:t>Objetivo</w:t>
            </w:r>
            <w:r w:rsidR="0023504D">
              <w:rPr>
                <w:rFonts w:asciiTheme="minorHAnsi" w:hAnsiTheme="minorHAnsi"/>
                <w:b/>
                <w:iCs/>
                <w:szCs w:val="22"/>
              </w:rPr>
              <w:t xml:space="preserve">s </w:t>
            </w:r>
          </w:p>
        </w:tc>
        <w:tc>
          <w:tcPr>
            <w:tcW w:w="8703" w:type="dxa"/>
            <w:gridSpan w:val="5"/>
            <w:shd w:val="clear" w:color="auto" w:fill="auto"/>
          </w:tcPr>
          <w:p w14:paraId="52E2A43E" w14:textId="77777777" w:rsidR="005B15AD" w:rsidRPr="003D5E04" w:rsidRDefault="005B15AD" w:rsidP="0023504D">
            <w:pPr>
              <w:rPr>
                <w:rFonts w:asciiTheme="minorHAnsi" w:hAnsiTheme="minorHAnsi"/>
                <w:szCs w:val="22"/>
              </w:rPr>
            </w:pPr>
          </w:p>
        </w:tc>
      </w:tr>
    </w:tbl>
    <w:p w14:paraId="01281B12" w14:textId="77777777" w:rsidR="003A2D2F" w:rsidRPr="00074A19" w:rsidRDefault="003A2D2F" w:rsidP="003A2D2F">
      <w:pPr>
        <w:pStyle w:val="Texto"/>
        <w:rPr>
          <w:rFonts w:asciiTheme="minorHAnsi" w:hAnsiTheme="minorHAnsi"/>
          <w:szCs w:val="22"/>
        </w:rPr>
      </w:pPr>
    </w:p>
    <w:p w14:paraId="7AA32B32" w14:textId="77777777" w:rsidR="00747E9B" w:rsidRPr="00C33D83" w:rsidRDefault="00413512" w:rsidP="00413512">
      <w:pPr>
        <w:rPr>
          <w:rFonts w:asciiTheme="minorHAnsi" w:hAnsiTheme="minorHAnsi"/>
          <w:b/>
          <w:sz w:val="24"/>
          <w:szCs w:val="24"/>
        </w:rPr>
      </w:pPr>
      <w:r w:rsidRPr="00C33D83">
        <w:rPr>
          <w:rFonts w:asciiTheme="minorHAnsi" w:hAnsiTheme="minorHAnsi"/>
          <w:b/>
          <w:sz w:val="24"/>
          <w:szCs w:val="24"/>
        </w:rPr>
        <w:t>Participantes</w:t>
      </w:r>
    </w:p>
    <w:tbl>
      <w:tblPr>
        <w:tblStyle w:val="TabelacomGrelha"/>
        <w:tblW w:w="8818" w:type="dxa"/>
        <w:jc w:val="center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64"/>
        <w:gridCol w:w="1951"/>
        <w:gridCol w:w="1417"/>
        <w:gridCol w:w="2586"/>
      </w:tblGrid>
      <w:tr w:rsidR="00B503EF" w:rsidRPr="00074A19" w14:paraId="40FB4C78" w14:textId="77777777" w:rsidTr="004931E6">
        <w:trPr>
          <w:trHeight w:val="200"/>
          <w:jc w:val="center"/>
        </w:trPr>
        <w:tc>
          <w:tcPr>
            <w:tcW w:w="2864" w:type="dxa"/>
            <w:shd w:val="clear" w:color="auto" w:fill="D9D9D9" w:themeFill="background1" w:themeFillShade="D9"/>
          </w:tcPr>
          <w:p w14:paraId="60BD1D11" w14:textId="77777777" w:rsidR="00B503EF" w:rsidRPr="00074A19" w:rsidRDefault="00B503EF" w:rsidP="00B469A2">
            <w:pPr>
              <w:rPr>
                <w:rFonts w:asciiTheme="minorHAnsi" w:hAnsiTheme="minorHAnsi"/>
                <w:b/>
                <w:iCs/>
                <w:szCs w:val="22"/>
              </w:rPr>
            </w:pPr>
            <w:r w:rsidRPr="00074A19">
              <w:rPr>
                <w:rFonts w:asciiTheme="minorHAnsi" w:hAnsiTheme="minorHAnsi"/>
                <w:b/>
                <w:iCs/>
                <w:szCs w:val="22"/>
              </w:rPr>
              <w:t>Nome</w:t>
            </w:r>
          </w:p>
        </w:tc>
        <w:tc>
          <w:tcPr>
            <w:tcW w:w="1951" w:type="dxa"/>
            <w:shd w:val="clear" w:color="auto" w:fill="D9D9D9" w:themeFill="background1" w:themeFillShade="D9"/>
          </w:tcPr>
          <w:p w14:paraId="5210FCF3" w14:textId="77777777" w:rsidR="00B503EF" w:rsidRPr="001D352F" w:rsidRDefault="00B503EF" w:rsidP="00B469A2">
            <w:pPr>
              <w:jc w:val="center"/>
              <w:rPr>
                <w:rFonts w:asciiTheme="minorHAnsi" w:hAnsiTheme="minorHAnsi"/>
                <w:b/>
                <w:iCs/>
                <w:sz w:val="18"/>
                <w:szCs w:val="18"/>
              </w:rPr>
            </w:pPr>
            <w:r w:rsidRPr="001D352F">
              <w:rPr>
                <w:rFonts w:asciiTheme="minorHAnsi" w:hAnsiTheme="minorHAnsi"/>
                <w:b/>
                <w:iCs/>
                <w:sz w:val="18"/>
                <w:szCs w:val="18"/>
              </w:rPr>
              <w:t>Órgão/ Empresa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70C4E611" w14:textId="77777777" w:rsidR="00B503EF" w:rsidRPr="001D352F" w:rsidRDefault="00B503EF" w:rsidP="00B469A2">
            <w:pPr>
              <w:jc w:val="center"/>
              <w:rPr>
                <w:rFonts w:asciiTheme="minorHAnsi" w:hAnsiTheme="minorHAnsi"/>
                <w:b/>
                <w:iCs/>
                <w:sz w:val="18"/>
                <w:szCs w:val="18"/>
              </w:rPr>
            </w:pPr>
            <w:r w:rsidRPr="001D352F">
              <w:rPr>
                <w:rFonts w:asciiTheme="minorHAnsi" w:hAnsiTheme="minorHAnsi"/>
                <w:b/>
                <w:iCs/>
                <w:sz w:val="18"/>
                <w:szCs w:val="18"/>
              </w:rPr>
              <w:t>Telefone</w:t>
            </w:r>
          </w:p>
        </w:tc>
        <w:tc>
          <w:tcPr>
            <w:tcW w:w="2586" w:type="dxa"/>
            <w:shd w:val="clear" w:color="auto" w:fill="D9D9D9" w:themeFill="background1" w:themeFillShade="D9"/>
          </w:tcPr>
          <w:p w14:paraId="4CBB1AAD" w14:textId="77777777" w:rsidR="00B503EF" w:rsidRPr="001D352F" w:rsidRDefault="00B503EF" w:rsidP="00B469A2">
            <w:pPr>
              <w:jc w:val="center"/>
              <w:rPr>
                <w:rFonts w:asciiTheme="minorHAnsi" w:hAnsiTheme="minorHAnsi"/>
                <w:b/>
                <w:iCs/>
                <w:sz w:val="18"/>
                <w:szCs w:val="18"/>
              </w:rPr>
            </w:pPr>
            <w:r w:rsidRPr="001D352F">
              <w:rPr>
                <w:rFonts w:asciiTheme="minorHAnsi" w:hAnsiTheme="minorHAnsi"/>
                <w:b/>
                <w:iCs/>
                <w:sz w:val="18"/>
                <w:szCs w:val="18"/>
              </w:rPr>
              <w:t>E-mail</w:t>
            </w:r>
          </w:p>
        </w:tc>
      </w:tr>
      <w:tr w:rsidR="002A0B88" w:rsidRPr="00074A19" w14:paraId="64A5AF3E" w14:textId="77777777" w:rsidTr="004931E6">
        <w:trPr>
          <w:trHeight w:val="255"/>
          <w:jc w:val="center"/>
        </w:trPr>
        <w:tc>
          <w:tcPr>
            <w:tcW w:w="2864" w:type="dxa"/>
            <w:shd w:val="clear" w:color="auto" w:fill="auto"/>
            <w:vAlign w:val="center"/>
          </w:tcPr>
          <w:p w14:paraId="03B16779" w14:textId="77777777" w:rsidR="002A0B88" w:rsidRPr="00CB7DE8" w:rsidRDefault="002A0B88" w:rsidP="00CB7DE8">
            <w:pPr>
              <w:rPr>
                <w:rFonts w:asciiTheme="minorHAnsi" w:hAnsiTheme="minorHAnsi" w:cs="Arial"/>
                <w:color w:val="000000"/>
                <w:szCs w:val="22"/>
              </w:rPr>
            </w:pPr>
          </w:p>
        </w:tc>
        <w:tc>
          <w:tcPr>
            <w:tcW w:w="1951" w:type="dxa"/>
            <w:shd w:val="clear" w:color="auto" w:fill="auto"/>
            <w:vAlign w:val="center"/>
          </w:tcPr>
          <w:p w14:paraId="47DB3232" w14:textId="77777777" w:rsidR="002A0B88" w:rsidRPr="001D352F" w:rsidRDefault="002A0B88" w:rsidP="00CB7DE8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F218C91" w14:textId="77777777" w:rsidR="002A0B88" w:rsidRPr="00CB7DE8" w:rsidRDefault="002A0B88" w:rsidP="00CB7DE8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</w:p>
        </w:tc>
        <w:tc>
          <w:tcPr>
            <w:tcW w:w="2586" w:type="dxa"/>
            <w:shd w:val="clear" w:color="auto" w:fill="auto"/>
            <w:vAlign w:val="center"/>
          </w:tcPr>
          <w:p w14:paraId="051A7FCE" w14:textId="77777777" w:rsidR="002A0B88" w:rsidRPr="00CB7DE8" w:rsidRDefault="002A0B88" w:rsidP="00CB7DE8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</w:p>
        </w:tc>
      </w:tr>
      <w:tr w:rsidR="002A0B88" w:rsidRPr="00074A19" w14:paraId="5FF064A5" w14:textId="77777777" w:rsidTr="004931E6">
        <w:trPr>
          <w:trHeight w:val="147"/>
          <w:jc w:val="center"/>
        </w:trPr>
        <w:tc>
          <w:tcPr>
            <w:tcW w:w="2864" w:type="dxa"/>
            <w:shd w:val="clear" w:color="auto" w:fill="auto"/>
            <w:vAlign w:val="center"/>
          </w:tcPr>
          <w:p w14:paraId="4340BA36" w14:textId="77777777" w:rsidR="002A0B88" w:rsidRPr="00CB7DE8" w:rsidRDefault="002A0B88" w:rsidP="00CB7DE8">
            <w:pPr>
              <w:rPr>
                <w:rFonts w:asciiTheme="minorHAnsi" w:hAnsiTheme="minorHAnsi" w:cs="Arial"/>
                <w:color w:val="000000"/>
                <w:szCs w:val="22"/>
              </w:rPr>
            </w:pPr>
          </w:p>
        </w:tc>
        <w:tc>
          <w:tcPr>
            <w:tcW w:w="1951" w:type="dxa"/>
            <w:shd w:val="clear" w:color="auto" w:fill="auto"/>
            <w:vAlign w:val="center"/>
          </w:tcPr>
          <w:p w14:paraId="2534778B" w14:textId="77777777" w:rsidR="002A0B88" w:rsidRPr="001D352F" w:rsidRDefault="002A0B88" w:rsidP="00CB7DE8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8DAE5BD" w14:textId="77777777" w:rsidR="002A0B88" w:rsidRPr="00CB7DE8" w:rsidRDefault="002A0B88" w:rsidP="00CB7DE8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</w:p>
        </w:tc>
        <w:tc>
          <w:tcPr>
            <w:tcW w:w="2586" w:type="dxa"/>
            <w:shd w:val="clear" w:color="auto" w:fill="auto"/>
            <w:vAlign w:val="center"/>
          </w:tcPr>
          <w:p w14:paraId="30AC601F" w14:textId="77777777" w:rsidR="002A0B88" w:rsidRPr="00CB7DE8" w:rsidRDefault="002A0B88" w:rsidP="00CB7DE8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</w:p>
        </w:tc>
      </w:tr>
      <w:tr w:rsidR="00AB023C" w:rsidRPr="00D92EEB" w14:paraId="5FFC2EE4" w14:textId="77777777" w:rsidTr="004931E6">
        <w:trPr>
          <w:trHeight w:val="40"/>
          <w:jc w:val="center"/>
        </w:trPr>
        <w:tc>
          <w:tcPr>
            <w:tcW w:w="2864" w:type="dxa"/>
            <w:shd w:val="clear" w:color="auto" w:fill="auto"/>
            <w:vAlign w:val="center"/>
          </w:tcPr>
          <w:p w14:paraId="2451F08D" w14:textId="77777777" w:rsidR="00AB023C" w:rsidRPr="00074A19" w:rsidRDefault="00AB023C" w:rsidP="00AB023C">
            <w:pPr>
              <w:rPr>
                <w:rFonts w:asciiTheme="minorHAnsi" w:hAnsiTheme="minorHAnsi" w:cs="Arial"/>
                <w:color w:val="000000"/>
                <w:szCs w:val="22"/>
              </w:rPr>
            </w:pPr>
          </w:p>
        </w:tc>
        <w:tc>
          <w:tcPr>
            <w:tcW w:w="1951" w:type="dxa"/>
            <w:shd w:val="clear" w:color="auto" w:fill="auto"/>
            <w:vAlign w:val="center"/>
          </w:tcPr>
          <w:p w14:paraId="76860632" w14:textId="77777777" w:rsidR="00AB023C" w:rsidRPr="001D352F" w:rsidRDefault="00AB023C" w:rsidP="00AB023C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EA8961E" w14:textId="77777777" w:rsidR="00AB023C" w:rsidRPr="001D352F" w:rsidRDefault="00AB023C" w:rsidP="00AB023C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</w:p>
        </w:tc>
        <w:tc>
          <w:tcPr>
            <w:tcW w:w="2586" w:type="dxa"/>
            <w:shd w:val="clear" w:color="auto" w:fill="auto"/>
            <w:vAlign w:val="center"/>
          </w:tcPr>
          <w:p w14:paraId="7493AA61" w14:textId="77777777" w:rsidR="00AB023C" w:rsidRPr="001D352F" w:rsidRDefault="00AB023C" w:rsidP="00A80ADC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</w:p>
        </w:tc>
      </w:tr>
      <w:tr w:rsidR="009C48E4" w:rsidRPr="00D92EEB" w14:paraId="4632E400" w14:textId="77777777" w:rsidTr="004931E6">
        <w:trPr>
          <w:trHeight w:val="40"/>
          <w:jc w:val="center"/>
        </w:trPr>
        <w:tc>
          <w:tcPr>
            <w:tcW w:w="2864" w:type="dxa"/>
            <w:shd w:val="clear" w:color="auto" w:fill="auto"/>
            <w:vAlign w:val="center"/>
          </w:tcPr>
          <w:p w14:paraId="689FD125" w14:textId="77777777" w:rsidR="009C48E4" w:rsidRDefault="009C48E4" w:rsidP="009C48E4">
            <w:pPr>
              <w:rPr>
                <w:rFonts w:asciiTheme="minorHAnsi" w:hAnsiTheme="minorHAnsi" w:cs="Arial"/>
                <w:color w:val="000000"/>
                <w:szCs w:val="22"/>
              </w:rPr>
            </w:pPr>
          </w:p>
        </w:tc>
        <w:tc>
          <w:tcPr>
            <w:tcW w:w="1951" w:type="dxa"/>
            <w:shd w:val="clear" w:color="auto" w:fill="auto"/>
            <w:vAlign w:val="center"/>
          </w:tcPr>
          <w:p w14:paraId="56275CFF" w14:textId="77777777" w:rsidR="009C48E4" w:rsidRPr="001D352F" w:rsidRDefault="009C48E4" w:rsidP="009C48E4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F277356" w14:textId="77777777" w:rsidR="009C48E4" w:rsidRPr="00AB023C" w:rsidRDefault="009C48E4" w:rsidP="009C48E4">
            <w:pPr>
              <w:jc w:val="center"/>
              <w:rPr>
                <w:rFonts w:asciiTheme="minorHAnsi" w:hAnsiTheme="minorHAnsi" w:cs="Arial"/>
                <w:color w:val="000000"/>
                <w:szCs w:val="22"/>
              </w:rPr>
            </w:pPr>
          </w:p>
        </w:tc>
        <w:tc>
          <w:tcPr>
            <w:tcW w:w="2586" w:type="dxa"/>
            <w:shd w:val="clear" w:color="auto" w:fill="auto"/>
            <w:vAlign w:val="center"/>
          </w:tcPr>
          <w:p w14:paraId="678075C5" w14:textId="77777777" w:rsidR="009C48E4" w:rsidRPr="00A80ADC" w:rsidRDefault="009C48E4" w:rsidP="00A80ADC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</w:p>
        </w:tc>
      </w:tr>
      <w:tr w:rsidR="009C48E4" w:rsidRPr="00D92EEB" w14:paraId="391EA0CC" w14:textId="77777777" w:rsidTr="004931E6">
        <w:trPr>
          <w:trHeight w:val="40"/>
          <w:jc w:val="center"/>
        </w:trPr>
        <w:tc>
          <w:tcPr>
            <w:tcW w:w="2864" w:type="dxa"/>
            <w:shd w:val="clear" w:color="auto" w:fill="auto"/>
            <w:vAlign w:val="center"/>
          </w:tcPr>
          <w:p w14:paraId="2961C13F" w14:textId="77777777" w:rsidR="009C48E4" w:rsidRDefault="009C48E4" w:rsidP="009C48E4">
            <w:pPr>
              <w:rPr>
                <w:rFonts w:asciiTheme="minorHAnsi" w:hAnsiTheme="minorHAnsi" w:cs="Arial"/>
                <w:color w:val="000000"/>
                <w:szCs w:val="22"/>
              </w:rPr>
            </w:pPr>
          </w:p>
        </w:tc>
        <w:tc>
          <w:tcPr>
            <w:tcW w:w="1951" w:type="dxa"/>
            <w:shd w:val="clear" w:color="auto" w:fill="auto"/>
            <w:vAlign w:val="center"/>
          </w:tcPr>
          <w:p w14:paraId="263F6149" w14:textId="77777777" w:rsidR="009C48E4" w:rsidRPr="001D352F" w:rsidRDefault="009C48E4" w:rsidP="009C48E4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883E75D" w14:textId="77777777" w:rsidR="009C48E4" w:rsidRPr="001D352F" w:rsidRDefault="009C48E4" w:rsidP="009C48E4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</w:p>
        </w:tc>
        <w:tc>
          <w:tcPr>
            <w:tcW w:w="2586" w:type="dxa"/>
            <w:shd w:val="clear" w:color="auto" w:fill="auto"/>
            <w:vAlign w:val="center"/>
          </w:tcPr>
          <w:p w14:paraId="274FBD51" w14:textId="77777777" w:rsidR="009C48E4" w:rsidRPr="00D92EEB" w:rsidRDefault="009C48E4" w:rsidP="00A80ADC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</w:p>
        </w:tc>
      </w:tr>
    </w:tbl>
    <w:p w14:paraId="670B79D0" w14:textId="77777777" w:rsidR="00DF1F4B" w:rsidRPr="00C136F5" w:rsidRDefault="00DF1F4B">
      <w:pPr>
        <w:rPr>
          <w:rFonts w:asciiTheme="minorHAnsi" w:hAnsiTheme="minorHAnsi"/>
          <w:szCs w:val="22"/>
        </w:rPr>
      </w:pPr>
    </w:p>
    <w:p w14:paraId="3E4D1A3F" w14:textId="77777777" w:rsidR="003D5E04" w:rsidRPr="00B85359" w:rsidRDefault="003D5E04">
      <w:pPr>
        <w:rPr>
          <w:rFonts w:asciiTheme="minorHAnsi" w:hAnsiTheme="minorHAnsi"/>
          <w:b/>
          <w:sz w:val="24"/>
          <w:szCs w:val="24"/>
        </w:rPr>
      </w:pPr>
      <w:r w:rsidRPr="002E6CDB">
        <w:rPr>
          <w:rFonts w:asciiTheme="minorHAnsi" w:hAnsiTheme="minorHAnsi"/>
          <w:b/>
          <w:sz w:val="24"/>
          <w:szCs w:val="24"/>
        </w:rPr>
        <w:t>Principais Pontos Abordados</w:t>
      </w:r>
    </w:p>
    <w:tbl>
      <w:tblPr>
        <w:tblStyle w:val="TabelacomGrelha"/>
        <w:tblW w:w="0" w:type="auto"/>
        <w:tblInd w:w="846" w:type="dxa"/>
        <w:tblLook w:val="04A0" w:firstRow="1" w:lastRow="0" w:firstColumn="1" w:lastColumn="0" w:noHBand="0" w:noVBand="1"/>
      </w:tblPr>
      <w:tblGrid>
        <w:gridCol w:w="9072"/>
      </w:tblGrid>
      <w:tr w:rsidR="00212597" w:rsidRPr="00212597" w14:paraId="7DE1FE46" w14:textId="77777777" w:rsidTr="00182244">
        <w:tc>
          <w:tcPr>
            <w:tcW w:w="9072" w:type="dxa"/>
          </w:tcPr>
          <w:p w14:paraId="2EF4BC21" w14:textId="77777777" w:rsidR="00212597" w:rsidRPr="00212597" w:rsidRDefault="00212597" w:rsidP="00A82777">
            <w:pPr>
              <w:pStyle w:val="PargrafodaLista"/>
              <w:numPr>
                <w:ilvl w:val="0"/>
                <w:numId w:val="23"/>
              </w:numPr>
              <w:jc w:val="both"/>
              <w:rPr>
                <w:rFonts w:asciiTheme="minorHAnsi" w:hAnsiTheme="minorHAnsi"/>
                <w:szCs w:val="22"/>
              </w:rPr>
            </w:pPr>
          </w:p>
        </w:tc>
      </w:tr>
      <w:tr w:rsidR="005D0AA2" w:rsidRPr="00212597" w14:paraId="1F51B9B0" w14:textId="77777777" w:rsidTr="00182244">
        <w:tc>
          <w:tcPr>
            <w:tcW w:w="9072" w:type="dxa"/>
          </w:tcPr>
          <w:p w14:paraId="61E4BDC9" w14:textId="77777777" w:rsidR="005D0AA2" w:rsidRPr="00212597" w:rsidRDefault="005D0AA2" w:rsidP="00C2068C">
            <w:pPr>
              <w:pStyle w:val="PargrafodaLista"/>
              <w:numPr>
                <w:ilvl w:val="0"/>
                <w:numId w:val="23"/>
              </w:numPr>
              <w:jc w:val="both"/>
              <w:rPr>
                <w:rFonts w:asciiTheme="minorHAnsi" w:hAnsiTheme="minorHAnsi"/>
                <w:szCs w:val="22"/>
              </w:rPr>
            </w:pPr>
          </w:p>
        </w:tc>
      </w:tr>
      <w:tr w:rsidR="005D0AA2" w:rsidRPr="00212597" w14:paraId="3C0797D7" w14:textId="77777777" w:rsidTr="00182244">
        <w:tc>
          <w:tcPr>
            <w:tcW w:w="9072" w:type="dxa"/>
          </w:tcPr>
          <w:p w14:paraId="1D4D5D78" w14:textId="77777777" w:rsidR="005D0AA2" w:rsidRPr="00212597" w:rsidRDefault="005D0AA2" w:rsidP="005D0AA2">
            <w:pPr>
              <w:pStyle w:val="PargrafodaLista"/>
              <w:numPr>
                <w:ilvl w:val="0"/>
                <w:numId w:val="23"/>
              </w:numPr>
              <w:jc w:val="both"/>
              <w:rPr>
                <w:rFonts w:asciiTheme="minorHAnsi" w:hAnsiTheme="minorHAnsi"/>
                <w:szCs w:val="22"/>
              </w:rPr>
            </w:pPr>
          </w:p>
        </w:tc>
      </w:tr>
      <w:tr w:rsidR="005D0AA2" w:rsidRPr="00212597" w14:paraId="0F647EA7" w14:textId="77777777" w:rsidTr="00182244">
        <w:tc>
          <w:tcPr>
            <w:tcW w:w="9072" w:type="dxa"/>
          </w:tcPr>
          <w:p w14:paraId="0A58E561" w14:textId="77777777" w:rsidR="005D0AA2" w:rsidRPr="00E631AA" w:rsidRDefault="005D0AA2" w:rsidP="00E631AA">
            <w:pPr>
              <w:pStyle w:val="PargrafodaLista"/>
              <w:numPr>
                <w:ilvl w:val="0"/>
                <w:numId w:val="23"/>
              </w:numPr>
              <w:jc w:val="both"/>
              <w:rPr>
                <w:rFonts w:asciiTheme="minorHAnsi" w:hAnsiTheme="minorHAnsi"/>
                <w:szCs w:val="22"/>
              </w:rPr>
            </w:pPr>
          </w:p>
        </w:tc>
      </w:tr>
      <w:tr w:rsidR="00A84150" w:rsidRPr="00212597" w14:paraId="596147D9" w14:textId="77777777" w:rsidTr="00182244">
        <w:tc>
          <w:tcPr>
            <w:tcW w:w="9072" w:type="dxa"/>
          </w:tcPr>
          <w:p w14:paraId="1D5B79ED" w14:textId="77777777" w:rsidR="00A84150" w:rsidRDefault="00A84150" w:rsidP="00A84150">
            <w:pPr>
              <w:pStyle w:val="PargrafodaLista"/>
              <w:numPr>
                <w:ilvl w:val="0"/>
                <w:numId w:val="23"/>
              </w:numPr>
              <w:jc w:val="both"/>
              <w:rPr>
                <w:rFonts w:asciiTheme="minorHAnsi" w:hAnsiTheme="minorHAnsi"/>
                <w:szCs w:val="22"/>
              </w:rPr>
            </w:pPr>
          </w:p>
        </w:tc>
      </w:tr>
      <w:tr w:rsidR="00A82777" w:rsidRPr="00212597" w14:paraId="2DD4A37F" w14:textId="77777777" w:rsidTr="00182244">
        <w:tc>
          <w:tcPr>
            <w:tcW w:w="9072" w:type="dxa"/>
          </w:tcPr>
          <w:p w14:paraId="040E2601" w14:textId="77777777" w:rsidR="00A82777" w:rsidRPr="00212597" w:rsidRDefault="00A82777" w:rsidP="00A82777">
            <w:pPr>
              <w:pStyle w:val="PargrafodaLista"/>
              <w:numPr>
                <w:ilvl w:val="0"/>
                <w:numId w:val="23"/>
              </w:numPr>
              <w:jc w:val="both"/>
              <w:rPr>
                <w:rFonts w:asciiTheme="minorHAnsi" w:hAnsiTheme="minorHAnsi"/>
                <w:szCs w:val="22"/>
              </w:rPr>
            </w:pPr>
          </w:p>
        </w:tc>
      </w:tr>
    </w:tbl>
    <w:p w14:paraId="5190FC47" w14:textId="77777777" w:rsidR="00D71AF3" w:rsidRDefault="00D71AF3" w:rsidP="00D1252A">
      <w:pPr>
        <w:pStyle w:val="PargrafodaLista"/>
        <w:rPr>
          <w:rFonts w:asciiTheme="minorHAnsi" w:hAnsiTheme="minorHAnsi"/>
          <w:szCs w:val="22"/>
        </w:rPr>
      </w:pPr>
    </w:p>
    <w:p w14:paraId="422B1206" w14:textId="77777777" w:rsidR="00D71AF3" w:rsidRDefault="008255F6" w:rsidP="002E6CDB">
      <w:pPr>
        <w:rPr>
          <w:rFonts w:asciiTheme="minorHAnsi" w:hAnsiTheme="minorHAnsi"/>
          <w:b/>
          <w:sz w:val="24"/>
          <w:szCs w:val="24"/>
        </w:rPr>
      </w:pPr>
      <w:r w:rsidRPr="002E6CDB">
        <w:rPr>
          <w:rFonts w:asciiTheme="minorHAnsi" w:hAnsiTheme="minorHAnsi"/>
          <w:b/>
          <w:sz w:val="24"/>
          <w:szCs w:val="24"/>
        </w:rPr>
        <w:t>Princi</w:t>
      </w:r>
      <w:r w:rsidR="002E6CDB" w:rsidRPr="002E6CDB">
        <w:rPr>
          <w:rFonts w:asciiTheme="minorHAnsi" w:hAnsiTheme="minorHAnsi"/>
          <w:b/>
          <w:sz w:val="24"/>
          <w:szCs w:val="24"/>
        </w:rPr>
        <w:t>pais decisões e direcionamentos</w:t>
      </w:r>
    </w:p>
    <w:tbl>
      <w:tblPr>
        <w:tblStyle w:val="TabelacomGrelha"/>
        <w:tblW w:w="0" w:type="auto"/>
        <w:tblInd w:w="846" w:type="dxa"/>
        <w:tblLook w:val="04A0" w:firstRow="1" w:lastRow="0" w:firstColumn="1" w:lastColumn="0" w:noHBand="0" w:noVBand="1"/>
      </w:tblPr>
      <w:tblGrid>
        <w:gridCol w:w="9072"/>
      </w:tblGrid>
      <w:tr w:rsidR="00212597" w:rsidRPr="00212597" w14:paraId="28680AD3" w14:textId="77777777" w:rsidTr="00182244">
        <w:tc>
          <w:tcPr>
            <w:tcW w:w="9072" w:type="dxa"/>
          </w:tcPr>
          <w:p w14:paraId="095F4F0B" w14:textId="77777777" w:rsidR="00FA0FBE" w:rsidRPr="000B5CD9" w:rsidRDefault="00FA0FBE" w:rsidP="000B5CD9">
            <w:pPr>
              <w:pStyle w:val="PargrafodaLista"/>
              <w:numPr>
                <w:ilvl w:val="0"/>
                <w:numId w:val="22"/>
              </w:numPr>
              <w:jc w:val="both"/>
              <w:rPr>
                <w:rFonts w:asciiTheme="minorHAnsi" w:hAnsiTheme="minorHAnsi"/>
                <w:szCs w:val="22"/>
              </w:rPr>
            </w:pPr>
          </w:p>
        </w:tc>
      </w:tr>
      <w:tr w:rsidR="00B85359" w:rsidRPr="00212597" w14:paraId="11F59349" w14:textId="77777777" w:rsidTr="00182244">
        <w:tc>
          <w:tcPr>
            <w:tcW w:w="9072" w:type="dxa"/>
          </w:tcPr>
          <w:p w14:paraId="3A74127A" w14:textId="77777777" w:rsidR="00B85359" w:rsidRPr="00B85359" w:rsidRDefault="00B85359" w:rsidP="00B85359">
            <w:pPr>
              <w:jc w:val="both"/>
              <w:rPr>
                <w:rFonts w:asciiTheme="minorHAnsi" w:hAnsiTheme="minorHAnsi"/>
                <w:szCs w:val="22"/>
              </w:rPr>
            </w:pPr>
          </w:p>
        </w:tc>
      </w:tr>
      <w:tr w:rsidR="00B85359" w:rsidRPr="00212597" w14:paraId="0C18AA5E" w14:textId="77777777" w:rsidTr="00182244">
        <w:tc>
          <w:tcPr>
            <w:tcW w:w="9072" w:type="dxa"/>
          </w:tcPr>
          <w:p w14:paraId="15201D81" w14:textId="77777777" w:rsidR="00B85359" w:rsidRPr="000B5CD9" w:rsidRDefault="00B85359" w:rsidP="000B5CD9">
            <w:pPr>
              <w:pStyle w:val="PargrafodaLista"/>
              <w:numPr>
                <w:ilvl w:val="0"/>
                <w:numId w:val="22"/>
              </w:numPr>
              <w:jc w:val="both"/>
              <w:rPr>
                <w:rFonts w:asciiTheme="minorHAnsi" w:hAnsiTheme="minorHAnsi"/>
                <w:szCs w:val="22"/>
              </w:rPr>
            </w:pPr>
          </w:p>
        </w:tc>
      </w:tr>
      <w:tr w:rsidR="00B85359" w:rsidRPr="00212597" w14:paraId="7B330CA9" w14:textId="77777777" w:rsidTr="00182244">
        <w:tc>
          <w:tcPr>
            <w:tcW w:w="9072" w:type="dxa"/>
          </w:tcPr>
          <w:p w14:paraId="294C9D16" w14:textId="77777777" w:rsidR="00B85359" w:rsidRPr="00B85359" w:rsidRDefault="00B85359" w:rsidP="00B85359">
            <w:pPr>
              <w:jc w:val="both"/>
              <w:rPr>
                <w:rFonts w:asciiTheme="minorHAnsi" w:hAnsiTheme="minorHAnsi"/>
                <w:szCs w:val="22"/>
              </w:rPr>
            </w:pPr>
          </w:p>
        </w:tc>
      </w:tr>
      <w:tr w:rsidR="00B85359" w:rsidRPr="00212597" w14:paraId="0715F520" w14:textId="77777777" w:rsidTr="00182244">
        <w:tc>
          <w:tcPr>
            <w:tcW w:w="9072" w:type="dxa"/>
          </w:tcPr>
          <w:p w14:paraId="7079AE05" w14:textId="77777777" w:rsidR="00B85359" w:rsidRPr="00B85359" w:rsidRDefault="00B85359" w:rsidP="00B85359">
            <w:pPr>
              <w:pStyle w:val="PargrafodaLista"/>
              <w:numPr>
                <w:ilvl w:val="0"/>
                <w:numId w:val="22"/>
              </w:numPr>
              <w:jc w:val="both"/>
              <w:rPr>
                <w:rFonts w:asciiTheme="minorHAnsi" w:hAnsiTheme="minorHAnsi"/>
                <w:szCs w:val="22"/>
              </w:rPr>
            </w:pPr>
          </w:p>
        </w:tc>
      </w:tr>
      <w:tr w:rsidR="00B85359" w:rsidRPr="00212597" w14:paraId="182550FC" w14:textId="77777777" w:rsidTr="00182244">
        <w:tc>
          <w:tcPr>
            <w:tcW w:w="9072" w:type="dxa"/>
          </w:tcPr>
          <w:p w14:paraId="7069711D" w14:textId="77777777" w:rsidR="00B85359" w:rsidRPr="00B85359" w:rsidRDefault="00B85359" w:rsidP="00B85359">
            <w:pPr>
              <w:jc w:val="both"/>
              <w:rPr>
                <w:rFonts w:asciiTheme="minorHAnsi" w:hAnsiTheme="minorHAnsi"/>
                <w:szCs w:val="22"/>
              </w:rPr>
            </w:pPr>
          </w:p>
        </w:tc>
      </w:tr>
      <w:tr w:rsidR="00B85359" w:rsidRPr="00212597" w14:paraId="2E26234C" w14:textId="77777777" w:rsidTr="00182244">
        <w:tc>
          <w:tcPr>
            <w:tcW w:w="9072" w:type="dxa"/>
          </w:tcPr>
          <w:p w14:paraId="6AA0994E" w14:textId="77777777" w:rsidR="00B85359" w:rsidRPr="00B85359" w:rsidRDefault="00B85359" w:rsidP="00B85359">
            <w:pPr>
              <w:pStyle w:val="PargrafodaLista"/>
              <w:numPr>
                <w:ilvl w:val="0"/>
                <w:numId w:val="22"/>
              </w:numPr>
              <w:jc w:val="both"/>
              <w:rPr>
                <w:rFonts w:asciiTheme="minorHAnsi" w:hAnsiTheme="minorHAnsi"/>
                <w:szCs w:val="22"/>
              </w:rPr>
            </w:pPr>
          </w:p>
        </w:tc>
      </w:tr>
      <w:tr w:rsidR="00B85359" w:rsidRPr="00212597" w14:paraId="0B7B0032" w14:textId="77777777" w:rsidTr="00182244">
        <w:tc>
          <w:tcPr>
            <w:tcW w:w="9072" w:type="dxa"/>
          </w:tcPr>
          <w:p w14:paraId="0824EBE9" w14:textId="77777777" w:rsidR="00B85359" w:rsidRPr="00B85359" w:rsidRDefault="00B85359" w:rsidP="00B85359">
            <w:pPr>
              <w:jc w:val="both"/>
              <w:rPr>
                <w:rFonts w:asciiTheme="minorHAnsi" w:hAnsiTheme="minorHAnsi"/>
                <w:szCs w:val="22"/>
              </w:rPr>
            </w:pPr>
          </w:p>
        </w:tc>
      </w:tr>
      <w:tr w:rsidR="00B85359" w:rsidRPr="00212597" w14:paraId="44AD22BB" w14:textId="77777777" w:rsidTr="00182244">
        <w:tc>
          <w:tcPr>
            <w:tcW w:w="9072" w:type="dxa"/>
          </w:tcPr>
          <w:p w14:paraId="08C33AA3" w14:textId="77777777" w:rsidR="00B85359" w:rsidRPr="00B85359" w:rsidRDefault="00B85359" w:rsidP="00B85359">
            <w:pPr>
              <w:pStyle w:val="PargrafodaLista"/>
              <w:numPr>
                <w:ilvl w:val="0"/>
                <w:numId w:val="22"/>
              </w:numPr>
              <w:jc w:val="both"/>
              <w:rPr>
                <w:rFonts w:asciiTheme="minorHAnsi" w:hAnsiTheme="minorHAnsi"/>
                <w:szCs w:val="22"/>
              </w:rPr>
            </w:pPr>
          </w:p>
        </w:tc>
      </w:tr>
      <w:tr w:rsidR="00B85359" w:rsidRPr="00212597" w14:paraId="26B6EC23" w14:textId="77777777" w:rsidTr="00182244">
        <w:tc>
          <w:tcPr>
            <w:tcW w:w="9072" w:type="dxa"/>
          </w:tcPr>
          <w:p w14:paraId="411A3D85" w14:textId="77777777" w:rsidR="00B85359" w:rsidRPr="00B85359" w:rsidRDefault="00B85359" w:rsidP="00B85359">
            <w:pPr>
              <w:jc w:val="both"/>
              <w:rPr>
                <w:rFonts w:asciiTheme="minorHAnsi" w:hAnsiTheme="minorHAnsi"/>
                <w:szCs w:val="22"/>
              </w:rPr>
            </w:pPr>
          </w:p>
        </w:tc>
      </w:tr>
    </w:tbl>
    <w:p w14:paraId="528DC5DE" w14:textId="77777777" w:rsidR="00C90D30" w:rsidRDefault="00C90D30" w:rsidP="002C1918">
      <w:pPr>
        <w:rPr>
          <w:rFonts w:asciiTheme="minorHAnsi" w:hAnsiTheme="minorHAnsi"/>
          <w:b/>
          <w:szCs w:val="22"/>
        </w:rPr>
      </w:pPr>
    </w:p>
    <w:p w14:paraId="23ECB69C" w14:textId="77777777" w:rsidR="00F32BB1" w:rsidRPr="001D13F3" w:rsidRDefault="000D54DC" w:rsidP="002C1918">
      <w:pPr>
        <w:rPr>
          <w:rFonts w:asciiTheme="minorHAnsi" w:hAnsiTheme="minorHAnsi"/>
          <w:b/>
          <w:sz w:val="24"/>
          <w:szCs w:val="24"/>
        </w:rPr>
      </w:pPr>
      <w:r w:rsidRPr="001D13F3">
        <w:rPr>
          <w:rFonts w:asciiTheme="minorHAnsi" w:hAnsiTheme="minorHAnsi"/>
          <w:b/>
          <w:sz w:val="24"/>
          <w:szCs w:val="24"/>
        </w:rPr>
        <w:t>Próximos Passos</w:t>
      </w:r>
      <w:r w:rsidR="00C90D30" w:rsidRPr="001D13F3">
        <w:rPr>
          <w:rFonts w:asciiTheme="minorHAnsi" w:hAnsiTheme="minorHAnsi"/>
          <w:b/>
          <w:sz w:val="24"/>
          <w:szCs w:val="24"/>
        </w:rPr>
        <w:t>:</w:t>
      </w:r>
      <w:r w:rsidR="00F32BB1" w:rsidRPr="001D13F3">
        <w:rPr>
          <w:rFonts w:asciiTheme="minorHAnsi" w:hAnsiTheme="minorHAnsi"/>
          <w:b/>
          <w:sz w:val="24"/>
          <w:szCs w:val="24"/>
        </w:rPr>
        <w:t xml:space="preserve"> </w:t>
      </w:r>
    </w:p>
    <w:p w14:paraId="4B2633CC" w14:textId="77777777" w:rsidR="009B5CD2" w:rsidRPr="00F32BB1" w:rsidRDefault="00F32BB1" w:rsidP="00A25C40">
      <w:pPr>
        <w:ind w:left="720"/>
        <w:rPr>
          <w:rFonts w:asciiTheme="minorHAnsi" w:hAnsiTheme="minorHAnsi"/>
          <w:szCs w:val="22"/>
        </w:rPr>
      </w:pPr>
      <w:r w:rsidRPr="00F32BB1">
        <w:rPr>
          <w:rFonts w:asciiTheme="minorHAnsi" w:hAnsiTheme="minorHAnsi"/>
          <w:szCs w:val="22"/>
        </w:rPr>
        <w:t>Ação</w:t>
      </w:r>
      <w:r w:rsidR="003213F8">
        <w:rPr>
          <w:rFonts w:asciiTheme="minorHAnsi" w:hAnsiTheme="minorHAnsi"/>
          <w:szCs w:val="22"/>
        </w:rPr>
        <w:t xml:space="preserve"> prevista;</w:t>
      </w:r>
      <w:r w:rsidRPr="00F32BB1">
        <w:rPr>
          <w:rFonts w:asciiTheme="minorHAnsi" w:hAnsiTheme="minorHAnsi"/>
          <w:szCs w:val="22"/>
        </w:rPr>
        <w:t xml:space="preserve"> Responsável</w:t>
      </w:r>
      <w:r w:rsidR="003213F8">
        <w:rPr>
          <w:rFonts w:asciiTheme="minorHAnsi" w:hAnsiTheme="minorHAnsi"/>
          <w:szCs w:val="22"/>
        </w:rPr>
        <w:t xml:space="preserve"> pela ação e </w:t>
      </w:r>
      <w:r w:rsidRPr="00F32BB1">
        <w:rPr>
          <w:rFonts w:asciiTheme="minorHAnsi" w:hAnsiTheme="minorHAnsi"/>
          <w:szCs w:val="22"/>
        </w:rPr>
        <w:t>Prazo</w:t>
      </w:r>
      <w:r w:rsidR="003213F8">
        <w:rPr>
          <w:rFonts w:asciiTheme="minorHAnsi" w:hAnsiTheme="minorHAnsi"/>
          <w:szCs w:val="22"/>
        </w:rPr>
        <w:t xml:space="preserve"> de conclusão.</w:t>
      </w:r>
    </w:p>
    <w:tbl>
      <w:tblPr>
        <w:tblStyle w:val="TabelacomGrelha"/>
        <w:tblW w:w="10206" w:type="dxa"/>
        <w:tblInd w:w="-5" w:type="dxa"/>
        <w:tblLook w:val="04A0" w:firstRow="1" w:lastRow="0" w:firstColumn="1" w:lastColumn="0" w:noHBand="0" w:noVBand="1"/>
      </w:tblPr>
      <w:tblGrid>
        <w:gridCol w:w="6917"/>
        <w:gridCol w:w="1872"/>
        <w:gridCol w:w="1417"/>
      </w:tblGrid>
      <w:tr w:rsidR="002C1918" w:rsidRPr="00074A19" w14:paraId="2C3F144E" w14:textId="77777777" w:rsidTr="00182244">
        <w:tc>
          <w:tcPr>
            <w:tcW w:w="10206" w:type="dxa"/>
            <w:gridSpan w:val="3"/>
            <w:shd w:val="clear" w:color="auto" w:fill="FFFF00"/>
            <w:vAlign w:val="center"/>
          </w:tcPr>
          <w:p w14:paraId="139DEAA2" w14:textId="77777777" w:rsidR="002C1918" w:rsidRPr="002C1918" w:rsidRDefault="002C1918" w:rsidP="000B7EF6">
            <w:pPr>
              <w:pStyle w:val="Bullet1"/>
              <w:numPr>
                <w:ilvl w:val="0"/>
                <w:numId w:val="0"/>
              </w:numPr>
              <w:ind w:left="49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135FC5" w:rsidRPr="00074A19" w14:paraId="74D3515A" w14:textId="77777777" w:rsidTr="00A732C9">
        <w:tc>
          <w:tcPr>
            <w:tcW w:w="6917" w:type="dxa"/>
          </w:tcPr>
          <w:p w14:paraId="0AFACACF" w14:textId="77777777" w:rsidR="00135FC5" w:rsidRDefault="00135FC5" w:rsidP="00135FC5">
            <w:pPr>
              <w:jc w:val="both"/>
              <w:rPr>
                <w:rFonts w:asciiTheme="minorHAnsi" w:hAnsiTheme="minorHAnsi"/>
                <w:szCs w:val="22"/>
              </w:rPr>
            </w:pPr>
          </w:p>
        </w:tc>
        <w:tc>
          <w:tcPr>
            <w:tcW w:w="1872" w:type="dxa"/>
          </w:tcPr>
          <w:p w14:paraId="52430BD7" w14:textId="77777777" w:rsidR="00135FC5" w:rsidRDefault="00135FC5" w:rsidP="00135FC5">
            <w:pPr>
              <w:pStyle w:val="Texto"/>
              <w:jc w:val="center"/>
              <w:rPr>
                <w:rFonts w:asciiTheme="minorHAnsi" w:hAnsiTheme="minorHAnsi" w:cs="Arial"/>
                <w:color w:val="000000"/>
                <w:szCs w:val="22"/>
              </w:rPr>
            </w:pPr>
          </w:p>
        </w:tc>
        <w:tc>
          <w:tcPr>
            <w:tcW w:w="1417" w:type="dxa"/>
          </w:tcPr>
          <w:p w14:paraId="712A0A20" w14:textId="77777777" w:rsidR="00135FC5" w:rsidRDefault="00135FC5" w:rsidP="00336649">
            <w:pPr>
              <w:pStyle w:val="Bullet1"/>
              <w:numPr>
                <w:ilvl w:val="0"/>
                <w:numId w:val="0"/>
              </w:numPr>
              <w:ind w:left="490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135FC5" w:rsidRPr="00074A19" w14:paraId="31744EA7" w14:textId="77777777" w:rsidTr="00A732C9">
        <w:tc>
          <w:tcPr>
            <w:tcW w:w="6917" w:type="dxa"/>
          </w:tcPr>
          <w:p w14:paraId="69E4E0E7" w14:textId="77777777" w:rsidR="00135FC5" w:rsidRDefault="00135FC5" w:rsidP="00135FC5">
            <w:pPr>
              <w:jc w:val="both"/>
              <w:rPr>
                <w:rFonts w:asciiTheme="minorHAnsi" w:hAnsiTheme="minorHAnsi"/>
                <w:szCs w:val="22"/>
              </w:rPr>
            </w:pPr>
          </w:p>
        </w:tc>
        <w:tc>
          <w:tcPr>
            <w:tcW w:w="1872" w:type="dxa"/>
          </w:tcPr>
          <w:p w14:paraId="0C94FDD3" w14:textId="77777777" w:rsidR="00135FC5" w:rsidRDefault="00135FC5" w:rsidP="00135FC5">
            <w:pPr>
              <w:pStyle w:val="Texto"/>
              <w:jc w:val="center"/>
              <w:rPr>
                <w:rFonts w:asciiTheme="minorHAnsi" w:hAnsiTheme="minorHAnsi" w:cs="Arial"/>
                <w:color w:val="000000"/>
                <w:szCs w:val="22"/>
              </w:rPr>
            </w:pPr>
          </w:p>
        </w:tc>
        <w:tc>
          <w:tcPr>
            <w:tcW w:w="1417" w:type="dxa"/>
          </w:tcPr>
          <w:p w14:paraId="4ADA3D73" w14:textId="77777777" w:rsidR="00135FC5" w:rsidRDefault="00135FC5" w:rsidP="00336649">
            <w:pPr>
              <w:pStyle w:val="Bullet1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135FC5" w:rsidRPr="00074A19" w14:paraId="42A108CE" w14:textId="77777777" w:rsidTr="00A732C9">
        <w:tc>
          <w:tcPr>
            <w:tcW w:w="6917" w:type="dxa"/>
          </w:tcPr>
          <w:p w14:paraId="55FA2965" w14:textId="77777777" w:rsidR="00135FC5" w:rsidRDefault="00135FC5" w:rsidP="00135FC5">
            <w:pPr>
              <w:jc w:val="both"/>
              <w:rPr>
                <w:rFonts w:asciiTheme="minorHAnsi" w:hAnsiTheme="minorHAnsi"/>
                <w:szCs w:val="22"/>
              </w:rPr>
            </w:pPr>
          </w:p>
        </w:tc>
        <w:tc>
          <w:tcPr>
            <w:tcW w:w="1872" w:type="dxa"/>
          </w:tcPr>
          <w:p w14:paraId="7912E187" w14:textId="77777777" w:rsidR="00135FC5" w:rsidRDefault="00135FC5" w:rsidP="00135FC5">
            <w:pPr>
              <w:pStyle w:val="Texto"/>
              <w:jc w:val="center"/>
              <w:rPr>
                <w:rFonts w:asciiTheme="minorHAnsi" w:hAnsiTheme="minorHAnsi" w:cs="Arial"/>
                <w:color w:val="000000"/>
                <w:szCs w:val="22"/>
              </w:rPr>
            </w:pPr>
          </w:p>
        </w:tc>
        <w:tc>
          <w:tcPr>
            <w:tcW w:w="1417" w:type="dxa"/>
          </w:tcPr>
          <w:p w14:paraId="6462F014" w14:textId="77777777" w:rsidR="00135FC5" w:rsidRDefault="00135FC5" w:rsidP="00336649">
            <w:pPr>
              <w:pStyle w:val="Bullet1"/>
              <w:numPr>
                <w:ilvl w:val="0"/>
                <w:numId w:val="0"/>
              </w:numPr>
              <w:ind w:left="502" w:hanging="360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135FC5" w:rsidRPr="00074A19" w14:paraId="6ED33D43" w14:textId="77777777" w:rsidTr="00A732C9">
        <w:tc>
          <w:tcPr>
            <w:tcW w:w="6917" w:type="dxa"/>
          </w:tcPr>
          <w:p w14:paraId="36DBA300" w14:textId="77777777" w:rsidR="00135FC5" w:rsidRDefault="00135FC5" w:rsidP="00135FC5">
            <w:pPr>
              <w:jc w:val="both"/>
              <w:rPr>
                <w:rFonts w:asciiTheme="minorHAnsi" w:hAnsiTheme="minorHAnsi"/>
                <w:szCs w:val="22"/>
              </w:rPr>
            </w:pPr>
          </w:p>
        </w:tc>
        <w:tc>
          <w:tcPr>
            <w:tcW w:w="1872" w:type="dxa"/>
          </w:tcPr>
          <w:p w14:paraId="2308FA83" w14:textId="77777777" w:rsidR="00135FC5" w:rsidRDefault="00135FC5" w:rsidP="00135FC5">
            <w:pPr>
              <w:pStyle w:val="Texto"/>
              <w:jc w:val="center"/>
              <w:rPr>
                <w:rFonts w:asciiTheme="minorHAnsi" w:hAnsiTheme="minorHAnsi" w:cs="Arial"/>
                <w:color w:val="000000"/>
                <w:szCs w:val="22"/>
              </w:rPr>
            </w:pPr>
          </w:p>
        </w:tc>
        <w:tc>
          <w:tcPr>
            <w:tcW w:w="1417" w:type="dxa"/>
          </w:tcPr>
          <w:p w14:paraId="2A7F4051" w14:textId="77777777" w:rsidR="00135FC5" w:rsidRDefault="00135FC5" w:rsidP="00336649">
            <w:pPr>
              <w:pStyle w:val="Bullet1"/>
              <w:numPr>
                <w:ilvl w:val="0"/>
                <w:numId w:val="0"/>
              </w:numPr>
              <w:ind w:left="490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135FC5" w:rsidRPr="00074A19" w14:paraId="1F7C82FF" w14:textId="77777777" w:rsidTr="00A732C9">
        <w:tc>
          <w:tcPr>
            <w:tcW w:w="6917" w:type="dxa"/>
          </w:tcPr>
          <w:p w14:paraId="38E22B60" w14:textId="77777777" w:rsidR="00135FC5" w:rsidRDefault="00135FC5" w:rsidP="00135FC5">
            <w:pPr>
              <w:jc w:val="both"/>
              <w:rPr>
                <w:rFonts w:asciiTheme="minorHAnsi" w:hAnsiTheme="minorHAnsi"/>
                <w:szCs w:val="22"/>
              </w:rPr>
            </w:pPr>
          </w:p>
        </w:tc>
        <w:tc>
          <w:tcPr>
            <w:tcW w:w="1872" w:type="dxa"/>
          </w:tcPr>
          <w:p w14:paraId="57A6DB6A" w14:textId="77777777" w:rsidR="00135FC5" w:rsidRDefault="00135FC5" w:rsidP="00135FC5">
            <w:pPr>
              <w:pStyle w:val="Texto"/>
              <w:jc w:val="center"/>
              <w:rPr>
                <w:rFonts w:asciiTheme="minorHAnsi" w:hAnsiTheme="minorHAnsi" w:cs="Arial"/>
                <w:color w:val="000000"/>
                <w:szCs w:val="22"/>
              </w:rPr>
            </w:pPr>
          </w:p>
        </w:tc>
        <w:tc>
          <w:tcPr>
            <w:tcW w:w="1417" w:type="dxa"/>
          </w:tcPr>
          <w:p w14:paraId="373C4DAC" w14:textId="77777777" w:rsidR="00135FC5" w:rsidRDefault="00135FC5" w:rsidP="00336649">
            <w:pPr>
              <w:pStyle w:val="Bullet1"/>
              <w:numPr>
                <w:ilvl w:val="0"/>
                <w:numId w:val="0"/>
              </w:numPr>
              <w:ind w:left="490"/>
              <w:jc w:val="center"/>
              <w:rPr>
                <w:rFonts w:asciiTheme="minorHAnsi" w:hAnsiTheme="minorHAnsi"/>
                <w:szCs w:val="22"/>
              </w:rPr>
            </w:pPr>
          </w:p>
        </w:tc>
      </w:tr>
    </w:tbl>
    <w:p w14:paraId="06BA3D5E" w14:textId="77777777" w:rsidR="00ED0019" w:rsidRDefault="00ED0019" w:rsidP="00F83E90">
      <w:pPr>
        <w:pStyle w:val="Texto"/>
        <w:rPr>
          <w:rFonts w:asciiTheme="minorHAnsi" w:hAnsiTheme="minorHAnsi"/>
          <w:szCs w:val="22"/>
        </w:rPr>
      </w:pPr>
    </w:p>
    <w:sectPr w:rsidR="00ED0019" w:rsidSect="00F83E90">
      <w:headerReference w:type="default" r:id="rId12"/>
      <w:pgSz w:w="11907" w:h="16840" w:code="9"/>
      <w:pgMar w:top="510" w:right="567" w:bottom="454" w:left="567" w:header="454" w:footer="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7F687" w14:textId="77777777" w:rsidR="00837EA4" w:rsidRDefault="00837EA4" w:rsidP="005D246F">
      <w:pPr>
        <w:pStyle w:val="ndiceremissivo6"/>
      </w:pPr>
      <w:r>
        <w:separator/>
      </w:r>
    </w:p>
  </w:endnote>
  <w:endnote w:type="continuationSeparator" w:id="0">
    <w:p w14:paraId="4BD06FC2" w14:textId="77777777" w:rsidR="00837EA4" w:rsidRDefault="00837EA4" w:rsidP="005D246F">
      <w:pPr>
        <w:pStyle w:val="ndiceremissivo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0CC75" w14:textId="77777777" w:rsidR="00837EA4" w:rsidRDefault="00837EA4" w:rsidP="005D246F">
      <w:pPr>
        <w:pStyle w:val="ndiceremissivo6"/>
      </w:pPr>
      <w:r>
        <w:separator/>
      </w:r>
    </w:p>
  </w:footnote>
  <w:footnote w:type="continuationSeparator" w:id="0">
    <w:p w14:paraId="34839A02" w14:textId="77777777" w:rsidR="00837EA4" w:rsidRDefault="00837EA4" w:rsidP="005D246F">
      <w:pPr>
        <w:pStyle w:val="ndiceremissivo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93DE5" w14:textId="77777777" w:rsidR="002B446D" w:rsidRDefault="002B446D">
    <w:pPr>
      <w:pStyle w:val="Cabealho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326D232"/>
    <w:lvl w:ilvl="0">
      <w:start w:val="1"/>
      <w:numFmt w:val="bullet"/>
      <w:pStyle w:val="Listacommarc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4798EA92"/>
    <w:lvl w:ilvl="0">
      <w:start w:val="1"/>
      <w:numFmt w:val="decimal"/>
      <w:pStyle w:val="Ttulo1"/>
      <w:lvlText w:val="%1."/>
      <w:legacy w:legacy="1" w:legacySpace="144" w:legacyIndent="0"/>
      <w:lvlJc w:val="left"/>
    </w:lvl>
    <w:lvl w:ilvl="1">
      <w:start w:val="1"/>
      <w:numFmt w:val="decimal"/>
      <w:pStyle w:val="Ttulo2"/>
      <w:lvlText w:val="%1.%2"/>
      <w:legacy w:legacy="1" w:legacySpace="144" w:legacyIndent="0"/>
      <w:lvlJc w:val="left"/>
    </w:lvl>
    <w:lvl w:ilvl="2">
      <w:start w:val="1"/>
      <w:numFmt w:val="decimal"/>
      <w:pStyle w:val="Ttulo3"/>
      <w:lvlText w:val="%1.%2.%3"/>
      <w:legacy w:legacy="1" w:legacySpace="144" w:legacyIndent="0"/>
      <w:lvlJc w:val="left"/>
    </w:lvl>
    <w:lvl w:ilvl="3">
      <w:start w:val="1"/>
      <w:numFmt w:val="decimal"/>
      <w:pStyle w:val="Ttulo4"/>
      <w:lvlText w:val="%1.%2.%3.%4"/>
      <w:legacy w:legacy="1" w:legacySpace="144" w:legacyIndent="0"/>
      <w:lvlJc w:val="left"/>
    </w:lvl>
    <w:lvl w:ilvl="4">
      <w:start w:val="1"/>
      <w:numFmt w:val="decimal"/>
      <w:pStyle w:val="Ttulo5"/>
      <w:lvlText w:val="%1.%2.%3.%4.%5"/>
      <w:legacy w:legacy="1" w:legacySpace="144" w:legacyIndent="0"/>
      <w:lvlJc w:val="left"/>
    </w:lvl>
    <w:lvl w:ilvl="5">
      <w:start w:val="1"/>
      <w:numFmt w:val="decimal"/>
      <w:pStyle w:val="Ttulo6"/>
      <w:lvlText w:val="%1.%2.%3.%4.%5.%6"/>
      <w:legacy w:legacy="1" w:legacySpace="144" w:legacyIndent="0"/>
      <w:lvlJc w:val="left"/>
    </w:lvl>
    <w:lvl w:ilvl="6">
      <w:start w:val="1"/>
      <w:numFmt w:val="decimal"/>
      <w:pStyle w:val="Ttulo7"/>
      <w:lvlText w:val="%1.%2.%3.%4.%5.%6.%7"/>
      <w:legacy w:legacy="1" w:legacySpace="144" w:legacyIndent="0"/>
      <w:lvlJc w:val="left"/>
    </w:lvl>
    <w:lvl w:ilvl="7">
      <w:start w:val="1"/>
      <w:numFmt w:val="decimal"/>
      <w:pStyle w:val="Ttulo8"/>
      <w:lvlText w:val="%1.%2.%3.%4.%5.%6.%7.%8"/>
      <w:legacy w:legacy="1" w:legacySpace="144" w:legacyIndent="0"/>
      <w:lvlJc w:val="left"/>
    </w:lvl>
    <w:lvl w:ilvl="8">
      <w:start w:val="1"/>
      <w:numFmt w:val="decimal"/>
      <w:pStyle w:val="Ttulo9"/>
      <w:lvlText w:val="%1.%2.%3.%4.%5.%6.%7.%8.%9"/>
      <w:legacy w:legacy="1" w:legacySpace="144" w:legacyIndent="0"/>
      <w:lvlJc w:val="left"/>
    </w:lvl>
  </w:abstractNum>
  <w:abstractNum w:abstractNumId="2" w15:restartNumberingAfterBreak="0">
    <w:nsid w:val="00F86291"/>
    <w:multiLevelType w:val="hybridMultilevel"/>
    <w:tmpl w:val="6080A5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5C208D"/>
    <w:multiLevelType w:val="hybridMultilevel"/>
    <w:tmpl w:val="FA8099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F3381"/>
    <w:multiLevelType w:val="hybridMultilevel"/>
    <w:tmpl w:val="0F64F5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4B7853"/>
    <w:multiLevelType w:val="hybridMultilevel"/>
    <w:tmpl w:val="959AD936"/>
    <w:lvl w:ilvl="0" w:tplc="52641FC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0E15B6"/>
    <w:multiLevelType w:val="multilevel"/>
    <w:tmpl w:val="E6140936"/>
    <w:lvl w:ilvl="0">
      <w:start w:val="2"/>
      <w:numFmt w:val="upperLetter"/>
      <w:pStyle w:val="titcontanexoB"/>
      <w:suff w:val="space"/>
      <w:lvlText w:val="Anexo %1 -"/>
      <w:lvlJc w:val="left"/>
      <w:pPr>
        <w:ind w:left="0" w:firstLine="0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4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contanexoB"/>
      <w:lvlText w:val="%2B  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1F4145B8"/>
    <w:multiLevelType w:val="hybridMultilevel"/>
    <w:tmpl w:val="C582B48E"/>
    <w:lvl w:ilvl="0" w:tplc="9C306296">
      <w:start w:val="1"/>
      <w:numFmt w:val="bullet"/>
      <w:pStyle w:val="bullet01"/>
      <w:lvlText w:val=""/>
      <w:lvlJc w:val="left"/>
      <w:pPr>
        <w:tabs>
          <w:tab w:val="num" w:pos="317"/>
        </w:tabs>
        <w:ind w:left="31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37"/>
        </w:tabs>
        <w:ind w:left="103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757"/>
        </w:tabs>
        <w:ind w:left="175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477"/>
        </w:tabs>
        <w:ind w:left="24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97"/>
        </w:tabs>
        <w:ind w:left="31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17"/>
        </w:tabs>
        <w:ind w:left="39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37"/>
        </w:tabs>
        <w:ind w:left="46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57"/>
        </w:tabs>
        <w:ind w:left="53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77"/>
        </w:tabs>
        <w:ind w:left="6077" w:hanging="360"/>
      </w:pPr>
      <w:rPr>
        <w:rFonts w:ascii="Wingdings" w:hAnsi="Wingdings" w:hint="default"/>
      </w:rPr>
    </w:lvl>
  </w:abstractNum>
  <w:abstractNum w:abstractNumId="8" w15:restartNumberingAfterBreak="0">
    <w:nsid w:val="1F8312FC"/>
    <w:multiLevelType w:val="singleLevel"/>
    <w:tmpl w:val="1FE02768"/>
    <w:lvl w:ilvl="0">
      <w:start w:val="1"/>
      <w:numFmt w:val="bullet"/>
      <w:pStyle w:val="Textocommarcadores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4211118"/>
    <w:multiLevelType w:val="multilevel"/>
    <w:tmpl w:val="EBF80BF2"/>
    <w:lvl w:ilvl="0">
      <w:start w:val="1"/>
      <w:numFmt w:val="decimal"/>
      <w:pStyle w:val="Heading0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3C2505C7"/>
    <w:multiLevelType w:val="multilevel"/>
    <w:tmpl w:val="D4DEF4DA"/>
    <w:lvl w:ilvl="0">
      <w:start w:val="1"/>
      <w:numFmt w:val="decimal"/>
      <w:pStyle w:val="Heading04"/>
      <w:lvlText w:val="%1.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>
      <w:start w:val="1"/>
      <w:numFmt w:val="decimal"/>
      <w:lvlRestart w:val="0"/>
      <w:pStyle w:val="Heading02"/>
      <w:isLgl/>
      <w:lvlText w:val="%1.%2."/>
      <w:lvlJc w:val="left"/>
      <w:pPr>
        <w:tabs>
          <w:tab w:val="num" w:pos="490"/>
        </w:tabs>
        <w:ind w:left="490" w:hanging="490"/>
      </w:pPr>
      <w:rPr>
        <w:rFonts w:hint="default"/>
      </w:rPr>
    </w:lvl>
    <w:lvl w:ilvl="2">
      <w:start w:val="1"/>
      <w:numFmt w:val="decimal"/>
      <w:lvlRestart w:val="0"/>
      <w:pStyle w:val="Heading03"/>
      <w:isLgl/>
      <w:lvlText w:val="%1.%2.%3."/>
      <w:lvlJc w:val="left"/>
      <w:pPr>
        <w:tabs>
          <w:tab w:val="num" w:pos="1854"/>
        </w:tabs>
        <w:ind w:left="1638" w:hanging="504"/>
      </w:pPr>
      <w:rPr>
        <w:rFonts w:hint="default"/>
      </w:rPr>
    </w:lvl>
    <w:lvl w:ilvl="3">
      <w:start w:val="1"/>
      <w:numFmt w:val="decimal"/>
      <w:lvlRestart w:val="0"/>
      <w:pStyle w:val="Heading04"/>
      <w:isLgl/>
      <w:lvlText w:val="%1.%2.%3.%4."/>
      <w:lvlJc w:val="left"/>
      <w:pPr>
        <w:tabs>
          <w:tab w:val="num" w:pos="2574"/>
        </w:tabs>
        <w:ind w:left="214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4"/>
        </w:tabs>
        <w:ind w:left="264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54"/>
        </w:tabs>
        <w:ind w:left="315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14"/>
        </w:tabs>
        <w:ind w:left="365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34"/>
        </w:tabs>
        <w:ind w:left="415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94"/>
        </w:tabs>
        <w:ind w:left="4734" w:hanging="1440"/>
      </w:pPr>
      <w:rPr>
        <w:rFonts w:hint="default"/>
      </w:rPr>
    </w:lvl>
  </w:abstractNum>
  <w:abstractNum w:abstractNumId="11" w15:restartNumberingAfterBreak="0">
    <w:nsid w:val="4619768E"/>
    <w:multiLevelType w:val="hybridMultilevel"/>
    <w:tmpl w:val="FC3AC734"/>
    <w:lvl w:ilvl="0" w:tplc="D3469E6A">
      <w:start w:val="1"/>
      <w:numFmt w:val="bullet"/>
      <w:pStyle w:val="Bullet2"/>
      <w:lvlText w:val="–"/>
      <w:lvlJc w:val="left"/>
      <w:pPr>
        <w:tabs>
          <w:tab w:val="num" w:pos="1004"/>
        </w:tabs>
        <w:ind w:left="1004" w:hanging="360"/>
      </w:pPr>
      <w:rPr>
        <w:rFonts w:ascii="Arial" w:hAnsi="Arial" w:hint="default"/>
      </w:rPr>
    </w:lvl>
    <w:lvl w:ilvl="1" w:tplc="BBDECE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DE20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5642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C628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0DCEE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0251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C6D4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D186A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354A6C"/>
    <w:multiLevelType w:val="hybridMultilevel"/>
    <w:tmpl w:val="B2FE54DC"/>
    <w:lvl w:ilvl="0" w:tplc="48180CC8">
      <w:start w:val="1"/>
      <w:numFmt w:val="bullet"/>
      <w:pStyle w:val="Bullet1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67457"/>
    <w:multiLevelType w:val="multilevel"/>
    <w:tmpl w:val="088E8E3E"/>
    <w:lvl w:ilvl="0">
      <w:start w:val="1"/>
      <w:numFmt w:val="decimal"/>
      <w:pStyle w:val="HEADING010"/>
      <w:lvlText w:val="%1.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>
      <w:start w:val="1"/>
      <w:numFmt w:val="decimal"/>
      <w:lvlRestart w:val="0"/>
      <w:isLgl/>
      <w:lvlText w:val="%1.%2."/>
      <w:lvlJc w:val="left"/>
      <w:pPr>
        <w:tabs>
          <w:tab w:val="num" w:pos="1206"/>
        </w:tabs>
        <w:ind w:left="1206" w:hanging="432"/>
      </w:pPr>
      <w:rPr>
        <w:rFonts w:hint="default"/>
      </w:rPr>
    </w:lvl>
    <w:lvl w:ilvl="2">
      <w:start w:val="1"/>
      <w:numFmt w:val="decimal"/>
      <w:lvlRestart w:val="0"/>
      <w:isLgl/>
      <w:lvlText w:val="%1.%2.%3."/>
      <w:lvlJc w:val="left"/>
      <w:pPr>
        <w:tabs>
          <w:tab w:val="num" w:pos="1854"/>
        </w:tabs>
        <w:ind w:left="1638" w:hanging="504"/>
      </w:pPr>
      <w:rPr>
        <w:rFonts w:hint="default"/>
      </w:rPr>
    </w:lvl>
    <w:lvl w:ilvl="3">
      <w:start w:val="1"/>
      <w:numFmt w:val="decimal"/>
      <w:lvlRestart w:val="0"/>
      <w:isLgl/>
      <w:lvlText w:val="%1.%2.%3.%4."/>
      <w:lvlJc w:val="left"/>
      <w:pPr>
        <w:tabs>
          <w:tab w:val="num" w:pos="2574"/>
        </w:tabs>
        <w:ind w:left="214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34"/>
        </w:tabs>
        <w:ind w:left="264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54"/>
        </w:tabs>
        <w:ind w:left="315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14"/>
        </w:tabs>
        <w:ind w:left="365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34"/>
        </w:tabs>
        <w:ind w:left="415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94"/>
        </w:tabs>
        <w:ind w:left="4734" w:hanging="1440"/>
      </w:pPr>
      <w:rPr>
        <w:rFonts w:hint="default"/>
      </w:rPr>
    </w:lvl>
  </w:abstractNum>
  <w:abstractNum w:abstractNumId="14" w15:restartNumberingAfterBreak="0">
    <w:nsid w:val="5B0F13DC"/>
    <w:multiLevelType w:val="hybridMultilevel"/>
    <w:tmpl w:val="32A68DD0"/>
    <w:lvl w:ilvl="0" w:tplc="785CF69A">
      <w:start w:val="1"/>
      <w:numFmt w:val="bullet"/>
      <w:pStyle w:val="Bullet3"/>
      <w:lvlText w:val="-"/>
      <w:lvlJc w:val="left"/>
      <w:pPr>
        <w:tabs>
          <w:tab w:val="num" w:pos="2007"/>
        </w:tabs>
        <w:ind w:left="2007" w:hanging="360"/>
      </w:pPr>
      <w:rPr>
        <w:rFonts w:ascii="Arial" w:hAnsi="Arial" w:hint="default"/>
      </w:rPr>
    </w:lvl>
    <w:lvl w:ilvl="1" w:tplc="2F44A68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120222F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DE48F920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D12418A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C4C66F3C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08003A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3CA20A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8CDC36B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B10502F"/>
    <w:multiLevelType w:val="hybridMultilevel"/>
    <w:tmpl w:val="B22265E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BC162F"/>
    <w:multiLevelType w:val="hybridMultilevel"/>
    <w:tmpl w:val="6D5CE072"/>
    <w:lvl w:ilvl="0" w:tplc="52641FC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62390"/>
    <w:multiLevelType w:val="multilevel"/>
    <w:tmpl w:val="F6F4AAC0"/>
    <w:lvl w:ilvl="0">
      <w:start w:val="7"/>
      <w:numFmt w:val="upperLetter"/>
      <w:suff w:val="space"/>
      <w:lvlText w:val="  %1 -"/>
      <w:lvlJc w:val="left"/>
      <w:pPr>
        <w:ind w:left="0" w:firstLine="0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4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contanexoG"/>
      <w:suff w:val="space"/>
      <w:lvlText w:val="%2%1 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 w15:restartNumberingAfterBreak="0">
    <w:nsid w:val="70553736"/>
    <w:multiLevelType w:val="multilevel"/>
    <w:tmpl w:val="FE467232"/>
    <w:lvl w:ilvl="0">
      <w:start w:val="1"/>
      <w:numFmt w:val="upperLetter"/>
      <w:pStyle w:val="ttcontanexoA"/>
      <w:suff w:val="space"/>
      <w:lvlText w:val="Anexo %1 -"/>
      <w:lvlJc w:val="left"/>
      <w:pPr>
        <w:ind w:left="0" w:firstLine="0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4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contanexoO"/>
      <w:suff w:val="space"/>
      <w:lvlText w:val="%2%1  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71273504"/>
    <w:multiLevelType w:val="singleLevel"/>
    <w:tmpl w:val="72AC970A"/>
    <w:lvl w:ilvl="0">
      <w:start w:val="1"/>
      <w:numFmt w:val="decimalZero"/>
      <w:pStyle w:val="SSS"/>
      <w:lvlText w:val="SSS0%1."/>
      <w:lvlJc w:val="left"/>
      <w:pPr>
        <w:tabs>
          <w:tab w:val="num" w:pos="1080"/>
        </w:tabs>
        <w:ind w:left="0" w:firstLine="0"/>
      </w:pPr>
      <w:rPr>
        <w:b/>
        <w:i/>
      </w:rPr>
    </w:lvl>
  </w:abstractNum>
  <w:abstractNum w:abstractNumId="20" w15:restartNumberingAfterBreak="0">
    <w:nsid w:val="75557EA1"/>
    <w:multiLevelType w:val="hybridMultilevel"/>
    <w:tmpl w:val="DF1A7074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23051696">
    <w:abstractNumId w:val="10"/>
  </w:num>
  <w:num w:numId="2" w16cid:durableId="1849447960">
    <w:abstractNumId w:val="9"/>
  </w:num>
  <w:num w:numId="3" w16cid:durableId="258955056">
    <w:abstractNumId w:val="12"/>
  </w:num>
  <w:num w:numId="4" w16cid:durableId="1056393730">
    <w:abstractNumId w:val="11"/>
  </w:num>
  <w:num w:numId="5" w16cid:durableId="1651666553">
    <w:abstractNumId w:val="14"/>
  </w:num>
  <w:num w:numId="6" w16cid:durableId="2083021442">
    <w:abstractNumId w:val="7"/>
  </w:num>
  <w:num w:numId="7" w16cid:durableId="1521625883">
    <w:abstractNumId w:val="13"/>
  </w:num>
  <w:num w:numId="8" w16cid:durableId="1065878121">
    <w:abstractNumId w:val="1"/>
  </w:num>
  <w:num w:numId="9" w16cid:durableId="40791889">
    <w:abstractNumId w:val="19"/>
  </w:num>
  <w:num w:numId="10" w16cid:durableId="1155873690">
    <w:abstractNumId w:val="8"/>
  </w:num>
  <w:num w:numId="11" w16cid:durableId="1349327162">
    <w:abstractNumId w:val="6"/>
  </w:num>
  <w:num w:numId="12" w16cid:durableId="1097752017">
    <w:abstractNumId w:val="17"/>
  </w:num>
  <w:num w:numId="13" w16cid:durableId="147288812">
    <w:abstractNumId w:val="18"/>
  </w:num>
  <w:num w:numId="14" w16cid:durableId="1558587643">
    <w:abstractNumId w:val="0"/>
  </w:num>
  <w:num w:numId="15" w16cid:durableId="1682197618">
    <w:abstractNumId w:val="20"/>
  </w:num>
  <w:num w:numId="16" w16cid:durableId="2077969317">
    <w:abstractNumId w:val="3"/>
  </w:num>
  <w:num w:numId="17" w16cid:durableId="1588226922">
    <w:abstractNumId w:val="16"/>
  </w:num>
  <w:num w:numId="18" w16cid:durableId="177474664">
    <w:abstractNumId w:val="12"/>
  </w:num>
  <w:num w:numId="19" w16cid:durableId="149441759">
    <w:abstractNumId w:val="12"/>
  </w:num>
  <w:num w:numId="20" w16cid:durableId="118375488">
    <w:abstractNumId w:val="12"/>
  </w:num>
  <w:num w:numId="21" w16cid:durableId="282152509">
    <w:abstractNumId w:val="5"/>
  </w:num>
  <w:num w:numId="22" w16cid:durableId="1643971280">
    <w:abstractNumId w:val="2"/>
  </w:num>
  <w:num w:numId="23" w16cid:durableId="1681734052">
    <w:abstractNumId w:val="4"/>
  </w:num>
  <w:num w:numId="24" w16cid:durableId="80418795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embedSystemFonts/>
  <w:hideSpellingErrors/>
  <w:activeWritingStyle w:appName="MSWord" w:lang="en-US" w:vendorID="8" w:dllVersion="513" w:checkStyle="1"/>
  <w:activeWritingStyle w:appName="MSWord" w:lang="pt-BR" w:vendorID="1" w:dllVersion="513" w:checkStyle="1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 fill="f" fillcolor="white" stroke="f">
      <v:fill color="white" on="f"/>
      <v:stroke on="f"/>
      <o:colormru v:ext="edit" colors="#9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04D"/>
    <w:rsid w:val="000026DB"/>
    <w:rsid w:val="0000321B"/>
    <w:rsid w:val="00005A4C"/>
    <w:rsid w:val="00011DDF"/>
    <w:rsid w:val="00012590"/>
    <w:rsid w:val="00016A6F"/>
    <w:rsid w:val="00017E6C"/>
    <w:rsid w:val="0002285F"/>
    <w:rsid w:val="00022CD7"/>
    <w:rsid w:val="00023B1D"/>
    <w:rsid w:val="00025602"/>
    <w:rsid w:val="00027382"/>
    <w:rsid w:val="00035D98"/>
    <w:rsid w:val="000368FA"/>
    <w:rsid w:val="00036D26"/>
    <w:rsid w:val="00042005"/>
    <w:rsid w:val="00047CA1"/>
    <w:rsid w:val="00061B23"/>
    <w:rsid w:val="000632EE"/>
    <w:rsid w:val="00074A19"/>
    <w:rsid w:val="000760B6"/>
    <w:rsid w:val="00076A65"/>
    <w:rsid w:val="000801B5"/>
    <w:rsid w:val="00082B7D"/>
    <w:rsid w:val="0008689D"/>
    <w:rsid w:val="00086B7B"/>
    <w:rsid w:val="000A08D6"/>
    <w:rsid w:val="000A1868"/>
    <w:rsid w:val="000A239B"/>
    <w:rsid w:val="000A5C98"/>
    <w:rsid w:val="000A6E8D"/>
    <w:rsid w:val="000B246B"/>
    <w:rsid w:val="000B27AC"/>
    <w:rsid w:val="000B5CD9"/>
    <w:rsid w:val="000B7EF6"/>
    <w:rsid w:val="000C27D9"/>
    <w:rsid w:val="000C44E2"/>
    <w:rsid w:val="000C4BCD"/>
    <w:rsid w:val="000C6607"/>
    <w:rsid w:val="000D2FC3"/>
    <w:rsid w:val="000D411C"/>
    <w:rsid w:val="000D4F85"/>
    <w:rsid w:val="000D54DC"/>
    <w:rsid w:val="000D5F2B"/>
    <w:rsid w:val="000D66E1"/>
    <w:rsid w:val="000D7C5C"/>
    <w:rsid w:val="000E2B54"/>
    <w:rsid w:val="000E2D6B"/>
    <w:rsid w:val="000E7E8D"/>
    <w:rsid w:val="000F10D6"/>
    <w:rsid w:val="000F583C"/>
    <w:rsid w:val="000F6367"/>
    <w:rsid w:val="000F7503"/>
    <w:rsid w:val="00106C05"/>
    <w:rsid w:val="00106C8A"/>
    <w:rsid w:val="0010771C"/>
    <w:rsid w:val="0010776D"/>
    <w:rsid w:val="00111383"/>
    <w:rsid w:val="0011213C"/>
    <w:rsid w:val="00113601"/>
    <w:rsid w:val="00115765"/>
    <w:rsid w:val="001160BF"/>
    <w:rsid w:val="00117787"/>
    <w:rsid w:val="00121020"/>
    <w:rsid w:val="00121803"/>
    <w:rsid w:val="00124455"/>
    <w:rsid w:val="001249BE"/>
    <w:rsid w:val="00125EBC"/>
    <w:rsid w:val="00126729"/>
    <w:rsid w:val="00135FC5"/>
    <w:rsid w:val="0013694A"/>
    <w:rsid w:val="00142E3C"/>
    <w:rsid w:val="00145939"/>
    <w:rsid w:val="00147028"/>
    <w:rsid w:val="00154856"/>
    <w:rsid w:val="0016704D"/>
    <w:rsid w:val="00172580"/>
    <w:rsid w:val="00176A83"/>
    <w:rsid w:val="00182244"/>
    <w:rsid w:val="001946D7"/>
    <w:rsid w:val="00195C4A"/>
    <w:rsid w:val="00196811"/>
    <w:rsid w:val="001A36FD"/>
    <w:rsid w:val="001C1989"/>
    <w:rsid w:val="001C2763"/>
    <w:rsid w:val="001C47B3"/>
    <w:rsid w:val="001C5DCA"/>
    <w:rsid w:val="001D0110"/>
    <w:rsid w:val="001D0AD3"/>
    <w:rsid w:val="001D13F3"/>
    <w:rsid w:val="001D352F"/>
    <w:rsid w:val="001D6BEC"/>
    <w:rsid w:val="001E1092"/>
    <w:rsid w:val="001E57D0"/>
    <w:rsid w:val="001E7D3A"/>
    <w:rsid w:val="001F0B07"/>
    <w:rsid w:val="00201666"/>
    <w:rsid w:val="00203D46"/>
    <w:rsid w:val="00212597"/>
    <w:rsid w:val="00227773"/>
    <w:rsid w:val="002302D2"/>
    <w:rsid w:val="0023504D"/>
    <w:rsid w:val="00237C23"/>
    <w:rsid w:val="00246401"/>
    <w:rsid w:val="00246A12"/>
    <w:rsid w:val="002500BE"/>
    <w:rsid w:val="0025530C"/>
    <w:rsid w:val="00260422"/>
    <w:rsid w:val="002655B3"/>
    <w:rsid w:val="002665B1"/>
    <w:rsid w:val="0027284A"/>
    <w:rsid w:val="00274B57"/>
    <w:rsid w:val="00275534"/>
    <w:rsid w:val="00276284"/>
    <w:rsid w:val="00285C26"/>
    <w:rsid w:val="0028648A"/>
    <w:rsid w:val="00287015"/>
    <w:rsid w:val="00290A4F"/>
    <w:rsid w:val="00290F92"/>
    <w:rsid w:val="00291B3E"/>
    <w:rsid w:val="00295868"/>
    <w:rsid w:val="002A0B88"/>
    <w:rsid w:val="002A16C1"/>
    <w:rsid w:val="002A3165"/>
    <w:rsid w:val="002A3279"/>
    <w:rsid w:val="002A3E99"/>
    <w:rsid w:val="002A6302"/>
    <w:rsid w:val="002B18B5"/>
    <w:rsid w:val="002B1E46"/>
    <w:rsid w:val="002B446D"/>
    <w:rsid w:val="002B4498"/>
    <w:rsid w:val="002B75E2"/>
    <w:rsid w:val="002C1918"/>
    <w:rsid w:val="002C6E6D"/>
    <w:rsid w:val="002D6345"/>
    <w:rsid w:val="002E459F"/>
    <w:rsid w:val="002E6CDB"/>
    <w:rsid w:val="002E7A05"/>
    <w:rsid w:val="002E7A39"/>
    <w:rsid w:val="002F116F"/>
    <w:rsid w:val="002F21FF"/>
    <w:rsid w:val="00300F7E"/>
    <w:rsid w:val="00303E4D"/>
    <w:rsid w:val="0030411A"/>
    <w:rsid w:val="00304AE3"/>
    <w:rsid w:val="00307B73"/>
    <w:rsid w:val="0031253E"/>
    <w:rsid w:val="00312CD0"/>
    <w:rsid w:val="00314F2F"/>
    <w:rsid w:val="003213F8"/>
    <w:rsid w:val="0033475C"/>
    <w:rsid w:val="00336649"/>
    <w:rsid w:val="00343347"/>
    <w:rsid w:val="0034624B"/>
    <w:rsid w:val="00350A19"/>
    <w:rsid w:val="00351BF5"/>
    <w:rsid w:val="00351CFB"/>
    <w:rsid w:val="00351FFA"/>
    <w:rsid w:val="00356D1E"/>
    <w:rsid w:val="00360D8D"/>
    <w:rsid w:val="003645B8"/>
    <w:rsid w:val="003655D9"/>
    <w:rsid w:val="0036794C"/>
    <w:rsid w:val="003727EA"/>
    <w:rsid w:val="00372AFD"/>
    <w:rsid w:val="00373FFD"/>
    <w:rsid w:val="00374C9E"/>
    <w:rsid w:val="00381CBD"/>
    <w:rsid w:val="0038375E"/>
    <w:rsid w:val="00386473"/>
    <w:rsid w:val="0039749B"/>
    <w:rsid w:val="003A2D2F"/>
    <w:rsid w:val="003A2F88"/>
    <w:rsid w:val="003A7547"/>
    <w:rsid w:val="003B59D2"/>
    <w:rsid w:val="003C6551"/>
    <w:rsid w:val="003D34EA"/>
    <w:rsid w:val="003D5E04"/>
    <w:rsid w:val="003D7C7A"/>
    <w:rsid w:val="003F2166"/>
    <w:rsid w:val="003F3405"/>
    <w:rsid w:val="00400E45"/>
    <w:rsid w:val="0040450D"/>
    <w:rsid w:val="00407108"/>
    <w:rsid w:val="00407D79"/>
    <w:rsid w:val="004107B6"/>
    <w:rsid w:val="00413512"/>
    <w:rsid w:val="00416169"/>
    <w:rsid w:val="00416375"/>
    <w:rsid w:val="004168C5"/>
    <w:rsid w:val="00417D6D"/>
    <w:rsid w:val="0042065C"/>
    <w:rsid w:val="004217B7"/>
    <w:rsid w:val="00427DB0"/>
    <w:rsid w:val="00430E5E"/>
    <w:rsid w:val="00433FD7"/>
    <w:rsid w:val="00436455"/>
    <w:rsid w:val="004378DE"/>
    <w:rsid w:val="004425FD"/>
    <w:rsid w:val="00447A8D"/>
    <w:rsid w:val="004526D6"/>
    <w:rsid w:val="00456BF9"/>
    <w:rsid w:val="0046510E"/>
    <w:rsid w:val="00465C8E"/>
    <w:rsid w:val="004729C4"/>
    <w:rsid w:val="004751E5"/>
    <w:rsid w:val="0048001B"/>
    <w:rsid w:val="004931E6"/>
    <w:rsid w:val="004A4590"/>
    <w:rsid w:val="004A7C2D"/>
    <w:rsid w:val="004A7F19"/>
    <w:rsid w:val="004B00C4"/>
    <w:rsid w:val="004B2110"/>
    <w:rsid w:val="004B3632"/>
    <w:rsid w:val="004B3DB1"/>
    <w:rsid w:val="004B452C"/>
    <w:rsid w:val="004B6B2C"/>
    <w:rsid w:val="004C6864"/>
    <w:rsid w:val="004E374B"/>
    <w:rsid w:val="004E3A7D"/>
    <w:rsid w:val="004F6A4C"/>
    <w:rsid w:val="004F706E"/>
    <w:rsid w:val="0051080B"/>
    <w:rsid w:val="0051122F"/>
    <w:rsid w:val="00513755"/>
    <w:rsid w:val="00526379"/>
    <w:rsid w:val="0052706A"/>
    <w:rsid w:val="00532570"/>
    <w:rsid w:val="005332EB"/>
    <w:rsid w:val="0054164D"/>
    <w:rsid w:val="0054528E"/>
    <w:rsid w:val="0054559B"/>
    <w:rsid w:val="005456E6"/>
    <w:rsid w:val="0054776F"/>
    <w:rsid w:val="00551C4C"/>
    <w:rsid w:val="005702E1"/>
    <w:rsid w:val="00573D06"/>
    <w:rsid w:val="00573DA8"/>
    <w:rsid w:val="00575302"/>
    <w:rsid w:val="00575B4B"/>
    <w:rsid w:val="00575E04"/>
    <w:rsid w:val="005815B0"/>
    <w:rsid w:val="0058592E"/>
    <w:rsid w:val="00590065"/>
    <w:rsid w:val="00592F53"/>
    <w:rsid w:val="00593A65"/>
    <w:rsid w:val="00595329"/>
    <w:rsid w:val="005A0C28"/>
    <w:rsid w:val="005A210F"/>
    <w:rsid w:val="005A264C"/>
    <w:rsid w:val="005A31E5"/>
    <w:rsid w:val="005B15AD"/>
    <w:rsid w:val="005B650B"/>
    <w:rsid w:val="005B66C9"/>
    <w:rsid w:val="005B6E14"/>
    <w:rsid w:val="005B79D0"/>
    <w:rsid w:val="005C5A89"/>
    <w:rsid w:val="005D0AA2"/>
    <w:rsid w:val="005D0AAF"/>
    <w:rsid w:val="005D101E"/>
    <w:rsid w:val="005D246F"/>
    <w:rsid w:val="005D27B4"/>
    <w:rsid w:val="005D427F"/>
    <w:rsid w:val="005E4F12"/>
    <w:rsid w:val="005E5423"/>
    <w:rsid w:val="005E745B"/>
    <w:rsid w:val="005F1D07"/>
    <w:rsid w:val="005F23AA"/>
    <w:rsid w:val="005F246D"/>
    <w:rsid w:val="005F30A1"/>
    <w:rsid w:val="005F6F91"/>
    <w:rsid w:val="0060445C"/>
    <w:rsid w:val="00604C01"/>
    <w:rsid w:val="006061AB"/>
    <w:rsid w:val="00606517"/>
    <w:rsid w:val="006153D9"/>
    <w:rsid w:val="00642938"/>
    <w:rsid w:val="0064655E"/>
    <w:rsid w:val="00655EC5"/>
    <w:rsid w:val="0065755A"/>
    <w:rsid w:val="00657ABE"/>
    <w:rsid w:val="0066130F"/>
    <w:rsid w:val="00666FD1"/>
    <w:rsid w:val="006714C2"/>
    <w:rsid w:val="006738C4"/>
    <w:rsid w:val="00682794"/>
    <w:rsid w:val="00682ECD"/>
    <w:rsid w:val="00683FE7"/>
    <w:rsid w:val="00692466"/>
    <w:rsid w:val="00696F25"/>
    <w:rsid w:val="006A53BC"/>
    <w:rsid w:val="006A60C6"/>
    <w:rsid w:val="006A78E0"/>
    <w:rsid w:val="006B3B39"/>
    <w:rsid w:val="006B6C51"/>
    <w:rsid w:val="006C0044"/>
    <w:rsid w:val="006C0508"/>
    <w:rsid w:val="006C5D4C"/>
    <w:rsid w:val="006D0796"/>
    <w:rsid w:val="006D213A"/>
    <w:rsid w:val="006D3225"/>
    <w:rsid w:val="006D34AA"/>
    <w:rsid w:val="006D5BE4"/>
    <w:rsid w:val="006D726F"/>
    <w:rsid w:val="006E1A95"/>
    <w:rsid w:val="006E35D1"/>
    <w:rsid w:val="006E7864"/>
    <w:rsid w:val="006F550E"/>
    <w:rsid w:val="0070121D"/>
    <w:rsid w:val="007064E8"/>
    <w:rsid w:val="00711902"/>
    <w:rsid w:val="00713D8F"/>
    <w:rsid w:val="00717AA3"/>
    <w:rsid w:val="00721BF0"/>
    <w:rsid w:val="00723F37"/>
    <w:rsid w:val="007307DD"/>
    <w:rsid w:val="00730A68"/>
    <w:rsid w:val="00743ABB"/>
    <w:rsid w:val="007468C6"/>
    <w:rsid w:val="00747BDA"/>
    <w:rsid w:val="00747E9B"/>
    <w:rsid w:val="007579A5"/>
    <w:rsid w:val="007636EE"/>
    <w:rsid w:val="00770A3A"/>
    <w:rsid w:val="0077492D"/>
    <w:rsid w:val="00793B0D"/>
    <w:rsid w:val="00795C6C"/>
    <w:rsid w:val="00796353"/>
    <w:rsid w:val="007A122F"/>
    <w:rsid w:val="007A30B0"/>
    <w:rsid w:val="007A5AE0"/>
    <w:rsid w:val="007B7713"/>
    <w:rsid w:val="007C4758"/>
    <w:rsid w:val="007C552E"/>
    <w:rsid w:val="007D3A22"/>
    <w:rsid w:val="007D4088"/>
    <w:rsid w:val="007D7A9D"/>
    <w:rsid w:val="007E0FCB"/>
    <w:rsid w:val="007E1809"/>
    <w:rsid w:val="007E2361"/>
    <w:rsid w:val="007E5686"/>
    <w:rsid w:val="007E6C24"/>
    <w:rsid w:val="007F1608"/>
    <w:rsid w:val="007F7B46"/>
    <w:rsid w:val="00801602"/>
    <w:rsid w:val="008035CE"/>
    <w:rsid w:val="00812685"/>
    <w:rsid w:val="00815A21"/>
    <w:rsid w:val="008255F6"/>
    <w:rsid w:val="00826E3D"/>
    <w:rsid w:val="0083105B"/>
    <w:rsid w:val="00837EA4"/>
    <w:rsid w:val="008507B4"/>
    <w:rsid w:val="008523D5"/>
    <w:rsid w:val="008571EE"/>
    <w:rsid w:val="00860977"/>
    <w:rsid w:val="00863561"/>
    <w:rsid w:val="0086667B"/>
    <w:rsid w:val="0086769C"/>
    <w:rsid w:val="00871292"/>
    <w:rsid w:val="0087252B"/>
    <w:rsid w:val="00873B44"/>
    <w:rsid w:val="0087664A"/>
    <w:rsid w:val="008919D7"/>
    <w:rsid w:val="00892844"/>
    <w:rsid w:val="008A16A6"/>
    <w:rsid w:val="008A4B2E"/>
    <w:rsid w:val="008A6057"/>
    <w:rsid w:val="008A716F"/>
    <w:rsid w:val="008B3D9B"/>
    <w:rsid w:val="008B7706"/>
    <w:rsid w:val="008C11B1"/>
    <w:rsid w:val="008C1587"/>
    <w:rsid w:val="008C400B"/>
    <w:rsid w:val="008D1D14"/>
    <w:rsid w:val="008D3250"/>
    <w:rsid w:val="008D3ADC"/>
    <w:rsid w:val="008D5EF6"/>
    <w:rsid w:val="008D78FD"/>
    <w:rsid w:val="008E139D"/>
    <w:rsid w:val="008E5504"/>
    <w:rsid w:val="008F0985"/>
    <w:rsid w:val="008F541B"/>
    <w:rsid w:val="009008A9"/>
    <w:rsid w:val="00900904"/>
    <w:rsid w:val="00910B6E"/>
    <w:rsid w:val="009121EB"/>
    <w:rsid w:val="0092521C"/>
    <w:rsid w:val="00925595"/>
    <w:rsid w:val="0092778F"/>
    <w:rsid w:val="00935D67"/>
    <w:rsid w:val="009420FD"/>
    <w:rsid w:val="009449B1"/>
    <w:rsid w:val="00947530"/>
    <w:rsid w:val="0095018E"/>
    <w:rsid w:val="0095659F"/>
    <w:rsid w:val="00962A2E"/>
    <w:rsid w:val="00962E42"/>
    <w:rsid w:val="0098433A"/>
    <w:rsid w:val="009878C5"/>
    <w:rsid w:val="00993574"/>
    <w:rsid w:val="00994934"/>
    <w:rsid w:val="00997D87"/>
    <w:rsid w:val="009A4DC4"/>
    <w:rsid w:val="009B0684"/>
    <w:rsid w:val="009B073C"/>
    <w:rsid w:val="009B1887"/>
    <w:rsid w:val="009B5CD2"/>
    <w:rsid w:val="009B6492"/>
    <w:rsid w:val="009B78FC"/>
    <w:rsid w:val="009B7AC2"/>
    <w:rsid w:val="009C47F3"/>
    <w:rsid w:val="009C48E4"/>
    <w:rsid w:val="009C6C1C"/>
    <w:rsid w:val="009D20B1"/>
    <w:rsid w:val="009D3D28"/>
    <w:rsid w:val="009E004D"/>
    <w:rsid w:val="009E10A3"/>
    <w:rsid w:val="009E1914"/>
    <w:rsid w:val="009E4841"/>
    <w:rsid w:val="009E624C"/>
    <w:rsid w:val="009F32E7"/>
    <w:rsid w:val="00A044D1"/>
    <w:rsid w:val="00A11DA6"/>
    <w:rsid w:val="00A1201D"/>
    <w:rsid w:val="00A15E46"/>
    <w:rsid w:val="00A22ECB"/>
    <w:rsid w:val="00A25C40"/>
    <w:rsid w:val="00A41FEA"/>
    <w:rsid w:val="00A43330"/>
    <w:rsid w:val="00A53DC9"/>
    <w:rsid w:val="00A541DB"/>
    <w:rsid w:val="00A56F04"/>
    <w:rsid w:val="00A61018"/>
    <w:rsid w:val="00A611B5"/>
    <w:rsid w:val="00A6266B"/>
    <w:rsid w:val="00A70A68"/>
    <w:rsid w:val="00A732C9"/>
    <w:rsid w:val="00A80ADC"/>
    <w:rsid w:val="00A81CDB"/>
    <w:rsid w:val="00A82460"/>
    <w:rsid w:val="00A82777"/>
    <w:rsid w:val="00A84150"/>
    <w:rsid w:val="00A84927"/>
    <w:rsid w:val="00A92E9B"/>
    <w:rsid w:val="00A93EC0"/>
    <w:rsid w:val="00AA478C"/>
    <w:rsid w:val="00AA559D"/>
    <w:rsid w:val="00AA5838"/>
    <w:rsid w:val="00AA71AA"/>
    <w:rsid w:val="00AB023C"/>
    <w:rsid w:val="00AB0B0F"/>
    <w:rsid w:val="00AB0FE1"/>
    <w:rsid w:val="00AB1BA6"/>
    <w:rsid w:val="00AB4A8E"/>
    <w:rsid w:val="00AC082C"/>
    <w:rsid w:val="00AC6FA1"/>
    <w:rsid w:val="00AD2962"/>
    <w:rsid w:val="00AD44F0"/>
    <w:rsid w:val="00AE7556"/>
    <w:rsid w:val="00AF51BB"/>
    <w:rsid w:val="00AF56F3"/>
    <w:rsid w:val="00AF71CD"/>
    <w:rsid w:val="00B013C0"/>
    <w:rsid w:val="00B01EC4"/>
    <w:rsid w:val="00B03AB5"/>
    <w:rsid w:val="00B040A0"/>
    <w:rsid w:val="00B064E7"/>
    <w:rsid w:val="00B15E68"/>
    <w:rsid w:val="00B1735A"/>
    <w:rsid w:val="00B24A85"/>
    <w:rsid w:val="00B2784A"/>
    <w:rsid w:val="00B30B5B"/>
    <w:rsid w:val="00B4167C"/>
    <w:rsid w:val="00B469A2"/>
    <w:rsid w:val="00B503EF"/>
    <w:rsid w:val="00B526B1"/>
    <w:rsid w:val="00B53E63"/>
    <w:rsid w:val="00B53FD7"/>
    <w:rsid w:val="00B5671B"/>
    <w:rsid w:val="00B65265"/>
    <w:rsid w:val="00B7267B"/>
    <w:rsid w:val="00B74CB4"/>
    <w:rsid w:val="00B80F60"/>
    <w:rsid w:val="00B85359"/>
    <w:rsid w:val="00B90381"/>
    <w:rsid w:val="00B96871"/>
    <w:rsid w:val="00BA43A5"/>
    <w:rsid w:val="00BA763A"/>
    <w:rsid w:val="00BA7B8E"/>
    <w:rsid w:val="00BB376C"/>
    <w:rsid w:val="00BB3FE7"/>
    <w:rsid w:val="00BB40D1"/>
    <w:rsid w:val="00BC4534"/>
    <w:rsid w:val="00BC7C22"/>
    <w:rsid w:val="00BE54A6"/>
    <w:rsid w:val="00BE7E6B"/>
    <w:rsid w:val="00BF2F01"/>
    <w:rsid w:val="00BF45FC"/>
    <w:rsid w:val="00C04363"/>
    <w:rsid w:val="00C136F5"/>
    <w:rsid w:val="00C13A01"/>
    <w:rsid w:val="00C20338"/>
    <w:rsid w:val="00C2068C"/>
    <w:rsid w:val="00C2236B"/>
    <w:rsid w:val="00C26E55"/>
    <w:rsid w:val="00C33D83"/>
    <w:rsid w:val="00C3454A"/>
    <w:rsid w:val="00C378AD"/>
    <w:rsid w:val="00C40C4E"/>
    <w:rsid w:val="00C43142"/>
    <w:rsid w:val="00C448D9"/>
    <w:rsid w:val="00C47FF5"/>
    <w:rsid w:val="00C50891"/>
    <w:rsid w:val="00C50CAC"/>
    <w:rsid w:val="00C51964"/>
    <w:rsid w:val="00C54A4F"/>
    <w:rsid w:val="00C56626"/>
    <w:rsid w:val="00C56CC6"/>
    <w:rsid w:val="00C57CBA"/>
    <w:rsid w:val="00C6404D"/>
    <w:rsid w:val="00C70654"/>
    <w:rsid w:val="00C7082D"/>
    <w:rsid w:val="00C72CFD"/>
    <w:rsid w:val="00C74D91"/>
    <w:rsid w:val="00C76ACB"/>
    <w:rsid w:val="00C82844"/>
    <w:rsid w:val="00C839A3"/>
    <w:rsid w:val="00C84C7C"/>
    <w:rsid w:val="00C90D30"/>
    <w:rsid w:val="00C96BD2"/>
    <w:rsid w:val="00CA0FDE"/>
    <w:rsid w:val="00CB76A5"/>
    <w:rsid w:val="00CB7DE8"/>
    <w:rsid w:val="00CB7DF5"/>
    <w:rsid w:val="00CC276B"/>
    <w:rsid w:val="00CC2CF5"/>
    <w:rsid w:val="00CD49AA"/>
    <w:rsid w:val="00CD54A9"/>
    <w:rsid w:val="00CD7765"/>
    <w:rsid w:val="00CE1696"/>
    <w:rsid w:val="00CE3382"/>
    <w:rsid w:val="00CF1AC6"/>
    <w:rsid w:val="00CF2541"/>
    <w:rsid w:val="00CF257F"/>
    <w:rsid w:val="00CF3472"/>
    <w:rsid w:val="00CF3678"/>
    <w:rsid w:val="00D039FF"/>
    <w:rsid w:val="00D03D38"/>
    <w:rsid w:val="00D07B9E"/>
    <w:rsid w:val="00D11D7F"/>
    <w:rsid w:val="00D1252A"/>
    <w:rsid w:val="00D1704B"/>
    <w:rsid w:val="00D224B3"/>
    <w:rsid w:val="00D33848"/>
    <w:rsid w:val="00D42BD9"/>
    <w:rsid w:val="00D4703C"/>
    <w:rsid w:val="00D529E3"/>
    <w:rsid w:val="00D5421E"/>
    <w:rsid w:val="00D65213"/>
    <w:rsid w:val="00D6525D"/>
    <w:rsid w:val="00D71857"/>
    <w:rsid w:val="00D71AF3"/>
    <w:rsid w:val="00D74469"/>
    <w:rsid w:val="00D75B0C"/>
    <w:rsid w:val="00D764F4"/>
    <w:rsid w:val="00D8524F"/>
    <w:rsid w:val="00D90250"/>
    <w:rsid w:val="00D90BAB"/>
    <w:rsid w:val="00D92EEB"/>
    <w:rsid w:val="00D939A6"/>
    <w:rsid w:val="00DA014F"/>
    <w:rsid w:val="00DA434D"/>
    <w:rsid w:val="00DA79DF"/>
    <w:rsid w:val="00DC4459"/>
    <w:rsid w:val="00DD1EAB"/>
    <w:rsid w:val="00DD583B"/>
    <w:rsid w:val="00DD7058"/>
    <w:rsid w:val="00DE6448"/>
    <w:rsid w:val="00DF1F4B"/>
    <w:rsid w:val="00DF269C"/>
    <w:rsid w:val="00DF5FD7"/>
    <w:rsid w:val="00E02EDA"/>
    <w:rsid w:val="00E03859"/>
    <w:rsid w:val="00E04ACF"/>
    <w:rsid w:val="00E16870"/>
    <w:rsid w:val="00E32566"/>
    <w:rsid w:val="00E3628F"/>
    <w:rsid w:val="00E366B7"/>
    <w:rsid w:val="00E43024"/>
    <w:rsid w:val="00E56DF6"/>
    <w:rsid w:val="00E61050"/>
    <w:rsid w:val="00E631AA"/>
    <w:rsid w:val="00E632DC"/>
    <w:rsid w:val="00E636AE"/>
    <w:rsid w:val="00E6573D"/>
    <w:rsid w:val="00E65E1D"/>
    <w:rsid w:val="00E702F0"/>
    <w:rsid w:val="00E7653A"/>
    <w:rsid w:val="00E80438"/>
    <w:rsid w:val="00E82BD1"/>
    <w:rsid w:val="00E82D2B"/>
    <w:rsid w:val="00E8396D"/>
    <w:rsid w:val="00E856B8"/>
    <w:rsid w:val="00E87A51"/>
    <w:rsid w:val="00E97201"/>
    <w:rsid w:val="00EA01DB"/>
    <w:rsid w:val="00EA2A79"/>
    <w:rsid w:val="00EA2D96"/>
    <w:rsid w:val="00EA751A"/>
    <w:rsid w:val="00EB3911"/>
    <w:rsid w:val="00EB463E"/>
    <w:rsid w:val="00EB6F30"/>
    <w:rsid w:val="00EC0028"/>
    <w:rsid w:val="00ED0019"/>
    <w:rsid w:val="00ED7F00"/>
    <w:rsid w:val="00EE311D"/>
    <w:rsid w:val="00EE699A"/>
    <w:rsid w:val="00EE70D8"/>
    <w:rsid w:val="00EF626C"/>
    <w:rsid w:val="00EF7A2A"/>
    <w:rsid w:val="00F026A2"/>
    <w:rsid w:val="00F03D45"/>
    <w:rsid w:val="00F0616C"/>
    <w:rsid w:val="00F07237"/>
    <w:rsid w:val="00F11679"/>
    <w:rsid w:val="00F145B4"/>
    <w:rsid w:val="00F15EAF"/>
    <w:rsid w:val="00F216D7"/>
    <w:rsid w:val="00F21774"/>
    <w:rsid w:val="00F314C5"/>
    <w:rsid w:val="00F32BB1"/>
    <w:rsid w:val="00F34F57"/>
    <w:rsid w:val="00F35263"/>
    <w:rsid w:val="00F36133"/>
    <w:rsid w:val="00F41CF6"/>
    <w:rsid w:val="00F42904"/>
    <w:rsid w:val="00F4404D"/>
    <w:rsid w:val="00F46356"/>
    <w:rsid w:val="00F503A7"/>
    <w:rsid w:val="00F50DB4"/>
    <w:rsid w:val="00F53FF1"/>
    <w:rsid w:val="00F572F9"/>
    <w:rsid w:val="00F60CEE"/>
    <w:rsid w:val="00F61BC5"/>
    <w:rsid w:val="00F7049E"/>
    <w:rsid w:val="00F73198"/>
    <w:rsid w:val="00F731C3"/>
    <w:rsid w:val="00F737C3"/>
    <w:rsid w:val="00F80646"/>
    <w:rsid w:val="00F83E90"/>
    <w:rsid w:val="00F85B1B"/>
    <w:rsid w:val="00F950E8"/>
    <w:rsid w:val="00FA0FBE"/>
    <w:rsid w:val="00FA30D4"/>
    <w:rsid w:val="00FA4020"/>
    <w:rsid w:val="00FA7294"/>
    <w:rsid w:val="00FB4AAC"/>
    <w:rsid w:val="00FB4BEE"/>
    <w:rsid w:val="00FB771D"/>
    <w:rsid w:val="00FC5CDE"/>
    <w:rsid w:val="00FC7251"/>
    <w:rsid w:val="00FD0E92"/>
    <w:rsid w:val="00FD2647"/>
    <w:rsid w:val="00FD287D"/>
    <w:rsid w:val="00FD2B3A"/>
    <w:rsid w:val="00FD30F5"/>
    <w:rsid w:val="00FD3CAF"/>
    <w:rsid w:val="00FE0ED3"/>
    <w:rsid w:val="00FE3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o:colormru v:ext="edit" colors="#999"/>
    </o:shapedefaults>
    <o:shapelayout v:ext="edit">
      <o:idmap v:ext="edit" data="2"/>
    </o:shapelayout>
  </w:shapeDefaults>
  <w:decimalSymbol w:val=","/>
  <w:listSeparator w:val=";"/>
  <w14:docId w14:val="6AA82FD4"/>
  <w15:docId w15:val="{EF9EB266-6F15-464C-8C28-6858C1232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26E3D"/>
    <w:rPr>
      <w:rFonts w:ascii="Arial" w:hAnsi="Arial"/>
      <w:sz w:val="22"/>
      <w:lang w:val="pt-BR" w:eastAsia="pt-BR"/>
    </w:rPr>
  </w:style>
  <w:style w:type="paragraph" w:styleId="Ttulo1">
    <w:name w:val="heading 1"/>
    <w:basedOn w:val="Normal"/>
    <w:next w:val="Texto"/>
    <w:qFormat/>
    <w:rsid w:val="00AA5838"/>
    <w:pPr>
      <w:pageBreakBefore/>
      <w:widowControl w:val="0"/>
      <w:numPr>
        <w:numId w:val="8"/>
      </w:numPr>
      <w:spacing w:after="120"/>
      <w:outlineLvl w:val="0"/>
    </w:pPr>
    <w:rPr>
      <w:b/>
      <w:kern w:val="28"/>
      <w:sz w:val="28"/>
    </w:rPr>
  </w:style>
  <w:style w:type="paragraph" w:styleId="Ttulo2">
    <w:name w:val="heading 2"/>
    <w:basedOn w:val="Ttulo1"/>
    <w:next w:val="Texto"/>
    <w:qFormat/>
    <w:rsid w:val="005E745B"/>
    <w:pPr>
      <w:pageBreakBefore w:val="0"/>
      <w:numPr>
        <w:ilvl w:val="1"/>
      </w:numPr>
      <w:outlineLvl w:val="1"/>
    </w:pPr>
    <w:rPr>
      <w:kern w:val="0"/>
      <w:sz w:val="24"/>
    </w:rPr>
  </w:style>
  <w:style w:type="paragraph" w:styleId="Ttulo3">
    <w:name w:val="heading 3"/>
    <w:basedOn w:val="Ttulo2"/>
    <w:next w:val="Texto"/>
    <w:qFormat/>
    <w:rsid w:val="0095018E"/>
    <w:pPr>
      <w:numPr>
        <w:ilvl w:val="2"/>
      </w:numPr>
      <w:outlineLvl w:val="2"/>
    </w:pPr>
    <w:rPr>
      <w:sz w:val="22"/>
    </w:rPr>
  </w:style>
  <w:style w:type="paragraph" w:styleId="Ttulo4">
    <w:name w:val="heading 4"/>
    <w:basedOn w:val="Ttulo3"/>
    <w:next w:val="Texto"/>
    <w:qFormat/>
    <w:rsid w:val="0095018E"/>
    <w:pPr>
      <w:numPr>
        <w:ilvl w:val="3"/>
      </w:numPr>
      <w:tabs>
        <w:tab w:val="num" w:pos="1080"/>
      </w:tabs>
      <w:outlineLvl w:val="3"/>
    </w:pPr>
  </w:style>
  <w:style w:type="paragraph" w:styleId="Ttulo5">
    <w:name w:val="heading 5"/>
    <w:basedOn w:val="Ttulo4"/>
    <w:next w:val="Texto"/>
    <w:qFormat/>
    <w:rsid w:val="00826E3D"/>
    <w:pPr>
      <w:numPr>
        <w:ilvl w:val="4"/>
      </w:numPr>
      <w:tabs>
        <w:tab w:val="num" w:pos="1080"/>
      </w:tabs>
      <w:outlineLvl w:val="4"/>
    </w:pPr>
  </w:style>
  <w:style w:type="paragraph" w:styleId="Ttulo6">
    <w:name w:val="heading 6"/>
    <w:basedOn w:val="Ttulo5"/>
    <w:next w:val="Texto"/>
    <w:qFormat/>
    <w:rsid w:val="00826E3D"/>
    <w:pPr>
      <w:numPr>
        <w:ilvl w:val="5"/>
      </w:numPr>
      <w:tabs>
        <w:tab w:val="num" w:pos="1080"/>
      </w:tabs>
      <w:outlineLvl w:val="5"/>
    </w:pPr>
  </w:style>
  <w:style w:type="paragraph" w:styleId="Ttulo7">
    <w:name w:val="heading 7"/>
    <w:basedOn w:val="Ttulo6"/>
    <w:next w:val="Texto"/>
    <w:qFormat/>
    <w:rsid w:val="00826E3D"/>
    <w:pPr>
      <w:numPr>
        <w:ilvl w:val="6"/>
      </w:numPr>
      <w:tabs>
        <w:tab w:val="num" w:pos="1080"/>
      </w:tabs>
      <w:outlineLvl w:val="6"/>
    </w:pPr>
  </w:style>
  <w:style w:type="paragraph" w:styleId="Ttulo8">
    <w:name w:val="heading 8"/>
    <w:basedOn w:val="Ttulo7"/>
    <w:next w:val="Texto"/>
    <w:qFormat/>
    <w:rsid w:val="00826E3D"/>
    <w:pPr>
      <w:numPr>
        <w:ilvl w:val="7"/>
      </w:numPr>
      <w:tabs>
        <w:tab w:val="num" w:pos="1080"/>
      </w:tabs>
      <w:outlineLvl w:val="7"/>
    </w:pPr>
  </w:style>
  <w:style w:type="paragraph" w:styleId="Ttulo9">
    <w:name w:val="heading 9"/>
    <w:aliases w:val="Título 9 - Anexos,(Apêndice)"/>
    <w:basedOn w:val="Normal"/>
    <w:next w:val="Texto"/>
    <w:qFormat/>
    <w:rsid w:val="00826E3D"/>
    <w:pPr>
      <w:numPr>
        <w:ilvl w:val="8"/>
        <w:numId w:val="8"/>
      </w:numPr>
      <w:tabs>
        <w:tab w:val="num" w:pos="1080"/>
      </w:tabs>
      <w:spacing w:before="120" w:after="120"/>
      <w:outlineLvl w:val="8"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Avanodecorpodetexto">
    <w:name w:val="Body Text Indent"/>
    <w:basedOn w:val="Normal"/>
    <w:rsid w:val="00826E3D"/>
    <w:pPr>
      <w:tabs>
        <w:tab w:val="left" w:pos="2268"/>
      </w:tabs>
      <w:ind w:left="2552" w:hanging="2552"/>
    </w:pPr>
    <w:rPr>
      <w:lang w:val="en-US"/>
    </w:rPr>
  </w:style>
  <w:style w:type="paragraph" w:styleId="Avanodecorpodetexto2">
    <w:name w:val="Body Text Indent 2"/>
    <w:basedOn w:val="Normal"/>
    <w:rsid w:val="00826E3D"/>
    <w:pPr>
      <w:tabs>
        <w:tab w:val="left" w:pos="2268"/>
      </w:tabs>
      <w:ind w:left="2552" w:hanging="2552"/>
      <w:jc w:val="both"/>
    </w:pPr>
    <w:rPr>
      <w:b/>
      <w:lang w:val="en-US"/>
    </w:rPr>
  </w:style>
  <w:style w:type="paragraph" w:styleId="Avanodecorpodetexto3">
    <w:name w:val="Body Text Indent 3"/>
    <w:basedOn w:val="Normal"/>
    <w:rsid w:val="00826E3D"/>
    <w:pPr>
      <w:tabs>
        <w:tab w:val="left" w:pos="2268"/>
      </w:tabs>
      <w:ind w:left="2552" w:hanging="2552"/>
      <w:jc w:val="both"/>
    </w:pPr>
    <w:rPr>
      <w:b/>
      <w:sz w:val="20"/>
    </w:rPr>
  </w:style>
  <w:style w:type="paragraph" w:styleId="Corpodetexto">
    <w:name w:val="Body Text"/>
    <w:basedOn w:val="Normal"/>
    <w:rsid w:val="00826E3D"/>
    <w:pPr>
      <w:spacing w:after="120" w:line="360" w:lineRule="auto"/>
      <w:jc w:val="both"/>
    </w:pPr>
  </w:style>
  <w:style w:type="paragraph" w:styleId="ndice1">
    <w:name w:val="toc 1"/>
    <w:basedOn w:val="Normal"/>
    <w:next w:val="Normal"/>
    <w:semiHidden/>
    <w:rsid w:val="00826E3D"/>
    <w:pPr>
      <w:spacing w:before="120" w:after="120"/>
    </w:pPr>
    <w:rPr>
      <w:rFonts w:ascii="Times New Roman" w:hAnsi="Times New Roman"/>
      <w:b/>
      <w:bCs/>
      <w:caps/>
      <w:szCs w:val="24"/>
    </w:rPr>
  </w:style>
  <w:style w:type="paragraph" w:styleId="ndice2">
    <w:name w:val="toc 2"/>
    <w:basedOn w:val="ndice1"/>
    <w:next w:val="Normal"/>
    <w:semiHidden/>
    <w:rsid w:val="00826E3D"/>
    <w:pPr>
      <w:spacing w:before="0" w:after="0"/>
      <w:ind w:left="220"/>
    </w:pPr>
    <w:rPr>
      <w:b w:val="0"/>
      <w:bCs w:val="0"/>
      <w:caps w:val="0"/>
      <w:smallCaps/>
    </w:rPr>
  </w:style>
  <w:style w:type="paragraph" w:styleId="ndice3">
    <w:name w:val="toc 3"/>
    <w:basedOn w:val="ndice2"/>
    <w:next w:val="Normal"/>
    <w:semiHidden/>
    <w:rsid w:val="00826E3D"/>
    <w:pPr>
      <w:ind w:left="440"/>
    </w:pPr>
    <w:rPr>
      <w:i/>
      <w:iCs/>
      <w:smallCaps w:val="0"/>
    </w:rPr>
  </w:style>
  <w:style w:type="paragraph" w:styleId="ndice4">
    <w:name w:val="toc 4"/>
    <w:basedOn w:val="ndice3"/>
    <w:next w:val="Normal"/>
    <w:semiHidden/>
    <w:rsid w:val="00826E3D"/>
    <w:pPr>
      <w:ind w:left="660"/>
    </w:pPr>
    <w:rPr>
      <w:i w:val="0"/>
      <w:iCs w:val="0"/>
      <w:szCs w:val="21"/>
    </w:rPr>
  </w:style>
  <w:style w:type="paragraph" w:styleId="ndice5">
    <w:name w:val="toc 5"/>
    <w:basedOn w:val="ndice4"/>
    <w:next w:val="Normal"/>
    <w:semiHidden/>
    <w:rsid w:val="00826E3D"/>
    <w:pPr>
      <w:ind w:left="880"/>
    </w:pPr>
  </w:style>
  <w:style w:type="paragraph" w:styleId="ndice6">
    <w:name w:val="toc 6"/>
    <w:basedOn w:val="ndice5"/>
    <w:next w:val="Normal"/>
    <w:semiHidden/>
    <w:rsid w:val="00826E3D"/>
    <w:pPr>
      <w:ind w:left="1100"/>
    </w:pPr>
  </w:style>
  <w:style w:type="paragraph" w:styleId="ndice7">
    <w:name w:val="toc 7"/>
    <w:basedOn w:val="ndice6"/>
    <w:next w:val="Normal"/>
    <w:semiHidden/>
    <w:rsid w:val="00826E3D"/>
    <w:pPr>
      <w:ind w:left="1320"/>
    </w:pPr>
  </w:style>
  <w:style w:type="paragraph" w:styleId="ndice8">
    <w:name w:val="toc 8"/>
    <w:basedOn w:val="ndice7"/>
    <w:next w:val="Normal"/>
    <w:semiHidden/>
    <w:rsid w:val="00826E3D"/>
    <w:pPr>
      <w:ind w:left="1540"/>
    </w:pPr>
  </w:style>
  <w:style w:type="paragraph" w:styleId="ndice9">
    <w:name w:val="toc 9"/>
    <w:basedOn w:val="Normal"/>
    <w:next w:val="Normal"/>
    <w:semiHidden/>
    <w:rsid w:val="00826E3D"/>
    <w:pPr>
      <w:ind w:left="1760"/>
    </w:pPr>
    <w:rPr>
      <w:rFonts w:ascii="Times New Roman" w:hAnsi="Times New Roman"/>
      <w:szCs w:val="21"/>
    </w:rPr>
  </w:style>
  <w:style w:type="character" w:styleId="Hiperligao">
    <w:name w:val="Hyperlink"/>
    <w:basedOn w:val="Tipodeletrapredefinidodopargrafo"/>
    <w:rsid w:val="00826E3D"/>
    <w:rPr>
      <w:color w:val="0000FF"/>
      <w:u w:val="single"/>
    </w:rPr>
  </w:style>
  <w:style w:type="character" w:styleId="Hiperligaovisitada">
    <w:name w:val="FollowedHyperlink"/>
    <w:basedOn w:val="Tipodeletrapredefinidodopargrafo"/>
    <w:rsid w:val="00826E3D"/>
    <w:rPr>
      <w:color w:val="800080"/>
      <w:u w:val="single"/>
    </w:rPr>
  </w:style>
  <w:style w:type="paragraph" w:styleId="Corpodetexto2">
    <w:name w:val="Body Text 2"/>
    <w:basedOn w:val="Normal"/>
    <w:rsid w:val="00826E3D"/>
    <w:pPr>
      <w:spacing w:after="120" w:line="360" w:lineRule="auto"/>
      <w:jc w:val="right"/>
    </w:pPr>
  </w:style>
  <w:style w:type="paragraph" w:styleId="ndiceremissivo1">
    <w:name w:val="index 1"/>
    <w:basedOn w:val="Normal"/>
    <w:next w:val="Normal"/>
    <w:semiHidden/>
    <w:rsid w:val="00826E3D"/>
    <w:pPr>
      <w:ind w:left="220" w:hanging="220"/>
    </w:pPr>
  </w:style>
  <w:style w:type="paragraph" w:styleId="ndiceremissivo2">
    <w:name w:val="index 2"/>
    <w:basedOn w:val="Normal"/>
    <w:next w:val="Normal"/>
    <w:semiHidden/>
    <w:rsid w:val="00826E3D"/>
    <w:pPr>
      <w:ind w:left="440" w:hanging="220"/>
    </w:pPr>
  </w:style>
  <w:style w:type="paragraph" w:styleId="ndiceremissivo3">
    <w:name w:val="index 3"/>
    <w:basedOn w:val="Normal"/>
    <w:next w:val="Normal"/>
    <w:semiHidden/>
    <w:rsid w:val="00826E3D"/>
    <w:pPr>
      <w:ind w:left="660" w:hanging="220"/>
    </w:pPr>
  </w:style>
  <w:style w:type="paragraph" w:styleId="ndiceremissivo4">
    <w:name w:val="index 4"/>
    <w:basedOn w:val="Normal"/>
    <w:next w:val="Normal"/>
    <w:semiHidden/>
    <w:rsid w:val="00826E3D"/>
    <w:pPr>
      <w:ind w:left="880" w:hanging="220"/>
    </w:pPr>
  </w:style>
  <w:style w:type="paragraph" w:styleId="ndiceremissivo5">
    <w:name w:val="index 5"/>
    <w:basedOn w:val="Normal"/>
    <w:next w:val="Normal"/>
    <w:semiHidden/>
    <w:rsid w:val="00826E3D"/>
    <w:pPr>
      <w:ind w:left="1100" w:hanging="220"/>
    </w:pPr>
  </w:style>
  <w:style w:type="paragraph" w:styleId="ndiceremissivo6">
    <w:name w:val="index 6"/>
    <w:basedOn w:val="Normal"/>
    <w:next w:val="Normal"/>
    <w:semiHidden/>
    <w:rsid w:val="00826E3D"/>
    <w:pPr>
      <w:ind w:left="1320" w:hanging="220"/>
    </w:pPr>
  </w:style>
  <w:style w:type="paragraph" w:styleId="ndiceremissivo7">
    <w:name w:val="index 7"/>
    <w:basedOn w:val="Normal"/>
    <w:next w:val="Normal"/>
    <w:semiHidden/>
    <w:rsid w:val="00826E3D"/>
    <w:pPr>
      <w:ind w:left="1540" w:hanging="220"/>
    </w:pPr>
  </w:style>
  <w:style w:type="paragraph" w:styleId="ndiceremissivo8">
    <w:name w:val="index 8"/>
    <w:basedOn w:val="Normal"/>
    <w:next w:val="Normal"/>
    <w:semiHidden/>
    <w:rsid w:val="00826E3D"/>
    <w:pPr>
      <w:ind w:left="1760" w:hanging="220"/>
    </w:pPr>
  </w:style>
  <w:style w:type="paragraph" w:styleId="ndiceremissivo9">
    <w:name w:val="index 9"/>
    <w:basedOn w:val="Normal"/>
    <w:next w:val="Normal"/>
    <w:semiHidden/>
    <w:rsid w:val="00826E3D"/>
    <w:pPr>
      <w:ind w:left="1980" w:hanging="220"/>
    </w:pPr>
  </w:style>
  <w:style w:type="paragraph" w:styleId="Cabealhodendiceremissivo">
    <w:name w:val="index heading"/>
    <w:basedOn w:val="Normal"/>
    <w:next w:val="ndiceremissivo1"/>
    <w:semiHidden/>
    <w:rsid w:val="00826E3D"/>
  </w:style>
  <w:style w:type="paragraph" w:customStyle="1" w:styleId="H3">
    <w:name w:val="H3"/>
    <w:basedOn w:val="Normal"/>
    <w:next w:val="Normal"/>
    <w:semiHidden/>
    <w:rsid w:val="00433FD7"/>
    <w:pPr>
      <w:keepNext/>
      <w:spacing w:before="100" w:after="100"/>
      <w:outlineLvl w:val="3"/>
    </w:pPr>
    <w:rPr>
      <w:b/>
      <w:snapToGrid w:val="0"/>
      <w:sz w:val="28"/>
    </w:rPr>
  </w:style>
  <w:style w:type="paragraph" w:customStyle="1" w:styleId="ABLOCKPARA">
    <w:name w:val="A BLOCK PARA"/>
    <w:basedOn w:val="Normal"/>
    <w:link w:val="ABLOCKPARAChar"/>
    <w:semiHidden/>
    <w:rsid w:val="00433FD7"/>
    <w:rPr>
      <w:rFonts w:ascii="Book Antiqua" w:hAnsi="Book Antiqua"/>
    </w:rPr>
  </w:style>
  <w:style w:type="character" w:styleId="Forte">
    <w:name w:val="Strong"/>
    <w:basedOn w:val="Tipodeletrapredefinidodopargrafo"/>
    <w:uiPriority w:val="22"/>
    <w:qFormat/>
    <w:rsid w:val="00433FD7"/>
    <w:rPr>
      <w:b/>
    </w:rPr>
  </w:style>
  <w:style w:type="paragraph" w:customStyle="1" w:styleId="H2">
    <w:name w:val="H2"/>
    <w:basedOn w:val="Normal"/>
    <w:next w:val="Normal"/>
    <w:semiHidden/>
    <w:rsid w:val="00433FD7"/>
    <w:pPr>
      <w:keepNext/>
      <w:widowControl w:val="0"/>
      <w:spacing w:before="100" w:after="100"/>
      <w:outlineLvl w:val="2"/>
    </w:pPr>
    <w:rPr>
      <w:b/>
      <w:snapToGrid w:val="0"/>
      <w:sz w:val="36"/>
    </w:rPr>
  </w:style>
  <w:style w:type="character" w:customStyle="1" w:styleId="HTMLMarkup">
    <w:name w:val="HTML Markup"/>
    <w:semiHidden/>
    <w:rsid w:val="00433FD7"/>
    <w:rPr>
      <w:vanish/>
      <w:color w:val="FF0000"/>
    </w:rPr>
  </w:style>
  <w:style w:type="paragraph" w:styleId="Legenda">
    <w:name w:val="caption"/>
    <w:basedOn w:val="Texto"/>
    <w:next w:val="Texto"/>
    <w:qFormat/>
    <w:rsid w:val="00826E3D"/>
    <w:pPr>
      <w:spacing w:after="120"/>
      <w:jc w:val="center"/>
    </w:pPr>
    <w:rPr>
      <w:b/>
      <w:caps/>
      <w:sz w:val="20"/>
    </w:rPr>
  </w:style>
  <w:style w:type="paragraph" w:styleId="Textosimples">
    <w:name w:val="Plain Text"/>
    <w:basedOn w:val="Normal"/>
    <w:semiHidden/>
    <w:rsid w:val="00433FD7"/>
    <w:rPr>
      <w:rFonts w:ascii="Courier New" w:hAnsi="Courier New"/>
    </w:rPr>
  </w:style>
  <w:style w:type="paragraph" w:customStyle="1" w:styleId="ABULLET">
    <w:name w:val="A BULLET"/>
    <w:basedOn w:val="ABLOCKPARA"/>
    <w:semiHidden/>
    <w:rsid w:val="00433FD7"/>
    <w:pPr>
      <w:ind w:left="331" w:hanging="331"/>
    </w:pPr>
  </w:style>
  <w:style w:type="paragraph" w:customStyle="1" w:styleId="AINDENTEDBULLET">
    <w:name w:val="A INDENTED BULLET"/>
    <w:basedOn w:val="ABLOCKPARA"/>
    <w:semiHidden/>
    <w:rsid w:val="00433FD7"/>
    <w:pPr>
      <w:tabs>
        <w:tab w:val="left" w:pos="1080"/>
      </w:tabs>
      <w:ind w:left="662" w:hanging="331"/>
    </w:pPr>
  </w:style>
  <w:style w:type="paragraph" w:customStyle="1" w:styleId="AINDENTEDPARA">
    <w:name w:val="A INDENTED PARA"/>
    <w:basedOn w:val="ABLOCKPARA"/>
    <w:semiHidden/>
    <w:rsid w:val="00433FD7"/>
    <w:pPr>
      <w:ind w:left="331"/>
    </w:pPr>
  </w:style>
  <w:style w:type="paragraph" w:styleId="Cabealho">
    <w:name w:val="header"/>
    <w:basedOn w:val="Normal"/>
    <w:rsid w:val="00826E3D"/>
    <w:pPr>
      <w:tabs>
        <w:tab w:val="center" w:pos="4419"/>
        <w:tab w:val="right" w:pos="8838"/>
      </w:tabs>
    </w:pPr>
  </w:style>
  <w:style w:type="paragraph" w:styleId="Rodap">
    <w:name w:val="footer"/>
    <w:aliases w:val="Cabeçalho inferior"/>
    <w:basedOn w:val="Normal"/>
    <w:link w:val="RodapCarter"/>
    <w:uiPriority w:val="99"/>
    <w:rsid w:val="00826E3D"/>
    <w:pPr>
      <w:tabs>
        <w:tab w:val="center" w:pos="4320"/>
        <w:tab w:val="right" w:pos="8640"/>
      </w:tabs>
    </w:pPr>
  </w:style>
  <w:style w:type="character" w:styleId="Nmerodepgina">
    <w:name w:val="page number"/>
    <w:basedOn w:val="Tipodeletrapredefinidodopargrafo"/>
    <w:rsid w:val="00826E3D"/>
  </w:style>
  <w:style w:type="paragraph" w:customStyle="1" w:styleId="Heading01">
    <w:name w:val="Heading 01"/>
    <w:basedOn w:val="ABLOCKPARA"/>
    <w:autoRedefine/>
    <w:rsid w:val="00826E3D"/>
    <w:pPr>
      <w:numPr>
        <w:numId w:val="2"/>
      </w:numPr>
      <w:spacing w:after="360"/>
    </w:pPr>
    <w:rPr>
      <w:rFonts w:ascii="Arial" w:hAnsi="Arial"/>
      <w:b/>
      <w:sz w:val="26"/>
    </w:rPr>
  </w:style>
  <w:style w:type="paragraph" w:customStyle="1" w:styleId="Texto">
    <w:name w:val="Texto"/>
    <w:basedOn w:val="Normal"/>
    <w:link w:val="TextoChar"/>
    <w:rsid w:val="00CB7DF5"/>
    <w:pPr>
      <w:spacing w:after="60"/>
    </w:pPr>
  </w:style>
  <w:style w:type="paragraph" w:customStyle="1" w:styleId="Heading02">
    <w:name w:val="Heading 02"/>
    <w:basedOn w:val="Heading01"/>
    <w:next w:val="Heading01"/>
    <w:autoRedefine/>
    <w:rsid w:val="00826E3D"/>
    <w:pPr>
      <w:numPr>
        <w:ilvl w:val="1"/>
        <w:numId w:val="1"/>
      </w:numPr>
      <w:spacing w:before="180" w:after="180"/>
    </w:pPr>
    <w:rPr>
      <w:sz w:val="22"/>
    </w:rPr>
  </w:style>
  <w:style w:type="paragraph" w:customStyle="1" w:styleId="Textocorpo02">
    <w:name w:val="Texto corpo 02"/>
    <w:basedOn w:val="ABLOCKPARA"/>
    <w:autoRedefine/>
    <w:semiHidden/>
    <w:rsid w:val="0052706A"/>
    <w:pPr>
      <w:spacing w:before="60" w:after="60"/>
      <w:ind w:firstLine="425"/>
    </w:pPr>
    <w:rPr>
      <w:rFonts w:ascii="Arial" w:hAnsi="Arial"/>
      <w:sz w:val="24"/>
    </w:rPr>
  </w:style>
  <w:style w:type="paragraph" w:customStyle="1" w:styleId="Heading03">
    <w:name w:val="Heading 03"/>
    <w:basedOn w:val="Heading02"/>
    <w:next w:val="Heading02"/>
    <w:autoRedefine/>
    <w:rsid w:val="00D1704B"/>
    <w:pPr>
      <w:numPr>
        <w:ilvl w:val="2"/>
      </w:numPr>
    </w:pPr>
  </w:style>
  <w:style w:type="paragraph" w:customStyle="1" w:styleId="Textocorpo03">
    <w:name w:val="Texto corpo 03"/>
    <w:basedOn w:val="ABLOCKPARA"/>
    <w:autoRedefine/>
    <w:semiHidden/>
    <w:rsid w:val="004F706E"/>
    <w:pPr>
      <w:spacing w:before="60" w:after="60"/>
      <w:ind w:left="851"/>
    </w:pPr>
    <w:rPr>
      <w:rFonts w:ascii="Arial" w:hAnsi="Arial"/>
      <w:sz w:val="24"/>
    </w:rPr>
  </w:style>
  <w:style w:type="paragraph" w:customStyle="1" w:styleId="Heading04">
    <w:name w:val="Heading 04"/>
    <w:basedOn w:val="Heading03"/>
    <w:next w:val="Heading03"/>
    <w:autoRedefine/>
    <w:rsid w:val="000E7E8D"/>
    <w:pPr>
      <w:numPr>
        <w:ilvl w:val="3"/>
      </w:numPr>
    </w:pPr>
  </w:style>
  <w:style w:type="paragraph" w:customStyle="1" w:styleId="Textocorpo04">
    <w:name w:val="Texto corpo 04"/>
    <w:basedOn w:val="ABLOCKPARA"/>
    <w:autoRedefine/>
    <w:semiHidden/>
    <w:rsid w:val="00022CD7"/>
    <w:pPr>
      <w:spacing w:before="60" w:after="60"/>
      <w:ind w:left="1843"/>
    </w:pPr>
    <w:rPr>
      <w:rFonts w:ascii="Arial" w:hAnsi="Arial"/>
    </w:rPr>
  </w:style>
  <w:style w:type="paragraph" w:customStyle="1" w:styleId="Bullet1">
    <w:name w:val="Bullet 1"/>
    <w:basedOn w:val="Texto"/>
    <w:link w:val="Bullet1CharChar"/>
    <w:rsid w:val="00CB7DF5"/>
    <w:pPr>
      <w:numPr>
        <w:numId w:val="3"/>
      </w:numPr>
    </w:pPr>
  </w:style>
  <w:style w:type="paragraph" w:customStyle="1" w:styleId="Bullet2">
    <w:name w:val="Bullet 2"/>
    <w:rsid w:val="00CB7DF5"/>
    <w:pPr>
      <w:numPr>
        <w:numId w:val="4"/>
      </w:numPr>
      <w:tabs>
        <w:tab w:val="clear" w:pos="1004"/>
      </w:tabs>
      <w:spacing w:after="60"/>
      <w:ind w:left="482" w:hanging="198"/>
    </w:pPr>
    <w:rPr>
      <w:rFonts w:ascii="Arial" w:hAnsi="Arial"/>
      <w:sz w:val="22"/>
      <w:lang w:val="pt-BR"/>
    </w:rPr>
  </w:style>
  <w:style w:type="paragraph" w:customStyle="1" w:styleId="Bullet3">
    <w:name w:val="Bullet 3"/>
    <w:rsid w:val="00CB7DF5"/>
    <w:pPr>
      <w:numPr>
        <w:numId w:val="5"/>
      </w:numPr>
      <w:tabs>
        <w:tab w:val="clear" w:pos="2007"/>
        <w:tab w:val="left" w:pos="794"/>
      </w:tabs>
      <w:spacing w:after="60"/>
      <w:ind w:left="794" w:hanging="227"/>
    </w:pPr>
    <w:rPr>
      <w:rFonts w:ascii="Arial" w:hAnsi="Arial"/>
      <w:sz w:val="22"/>
      <w:lang w:val="pt-BR"/>
    </w:rPr>
  </w:style>
  <w:style w:type="character" w:customStyle="1" w:styleId="Bullet1CharChar">
    <w:name w:val="Bullet 1 Char Char"/>
    <w:basedOn w:val="TextoChar"/>
    <w:link w:val="Bullet1"/>
    <w:rsid w:val="00CB7DF5"/>
    <w:rPr>
      <w:rFonts w:ascii="Arial" w:hAnsi="Arial"/>
      <w:sz w:val="22"/>
      <w:lang w:val="pt-BR" w:eastAsia="pt-BR"/>
    </w:rPr>
  </w:style>
  <w:style w:type="paragraph" w:customStyle="1" w:styleId="Normaltexto">
    <w:name w:val="Normal_texto"/>
    <w:basedOn w:val="Normal"/>
    <w:link w:val="NormaltextoChar"/>
    <w:rsid w:val="00D1704B"/>
    <w:pPr>
      <w:spacing w:before="100" w:after="80" w:line="288" w:lineRule="auto"/>
      <w:jc w:val="both"/>
    </w:pPr>
    <w:rPr>
      <w:rFonts w:cs="Arial"/>
      <w:iCs/>
    </w:rPr>
  </w:style>
  <w:style w:type="paragraph" w:customStyle="1" w:styleId="Normalbold">
    <w:name w:val="Normal_bold"/>
    <w:basedOn w:val="Normal"/>
    <w:rsid w:val="00D1704B"/>
    <w:pPr>
      <w:spacing w:before="80" w:after="80" w:line="288" w:lineRule="auto"/>
      <w:jc w:val="both"/>
    </w:pPr>
    <w:rPr>
      <w:rFonts w:cs="Arial"/>
      <w:b/>
      <w:bCs/>
    </w:rPr>
  </w:style>
  <w:style w:type="paragraph" w:customStyle="1" w:styleId="bullet01">
    <w:name w:val="bullet_01"/>
    <w:basedOn w:val="Normal"/>
    <w:link w:val="bullet01CharChar"/>
    <w:rsid w:val="00D1704B"/>
    <w:pPr>
      <w:numPr>
        <w:numId w:val="6"/>
      </w:numPr>
      <w:tabs>
        <w:tab w:val="left" w:pos="576"/>
      </w:tabs>
      <w:spacing w:before="40" w:after="60" w:line="288" w:lineRule="auto"/>
      <w:jc w:val="both"/>
    </w:pPr>
    <w:rPr>
      <w:rFonts w:cs="Arial"/>
    </w:rPr>
  </w:style>
  <w:style w:type="character" w:customStyle="1" w:styleId="NormaltextoChar">
    <w:name w:val="Normal_texto Char"/>
    <w:basedOn w:val="Tipodeletrapredefinidodopargrafo"/>
    <w:link w:val="Normaltexto"/>
    <w:rsid w:val="00D1704B"/>
    <w:rPr>
      <w:rFonts w:ascii="Arial" w:hAnsi="Arial" w:cs="Arial"/>
      <w:iCs/>
      <w:sz w:val="22"/>
      <w:lang w:val="pt-BR" w:eastAsia="en-US" w:bidi="ar-SA"/>
    </w:rPr>
  </w:style>
  <w:style w:type="character" w:customStyle="1" w:styleId="bullet01CharChar">
    <w:name w:val="bullet_01 Char Char"/>
    <w:basedOn w:val="Tipodeletrapredefinidodopargrafo"/>
    <w:link w:val="bullet01"/>
    <w:rsid w:val="00D1704B"/>
    <w:rPr>
      <w:rFonts w:ascii="Arial" w:hAnsi="Arial" w:cs="Arial"/>
      <w:sz w:val="22"/>
      <w:lang w:val="pt-BR" w:eastAsia="pt-BR"/>
    </w:rPr>
  </w:style>
  <w:style w:type="paragraph" w:customStyle="1" w:styleId="StyleBefore075">
    <w:name w:val="Style Before:  0.75&quot;"/>
    <w:basedOn w:val="Normal"/>
    <w:rsid w:val="00D1704B"/>
    <w:pPr>
      <w:ind w:left="360"/>
      <w:jc w:val="both"/>
    </w:pPr>
    <w:rPr>
      <w:sz w:val="24"/>
    </w:rPr>
  </w:style>
  <w:style w:type="paragraph" w:customStyle="1" w:styleId="HEADING010">
    <w:name w:val="HEADING01"/>
    <w:rsid w:val="00D1704B"/>
    <w:pPr>
      <w:numPr>
        <w:numId w:val="7"/>
      </w:numPr>
    </w:pPr>
    <w:rPr>
      <w:rFonts w:ascii="Arial" w:hAnsi="Arial" w:cs="Arial"/>
      <w:b/>
      <w:kern w:val="28"/>
      <w:sz w:val="28"/>
      <w:lang w:val="pt-BR"/>
    </w:rPr>
  </w:style>
  <w:style w:type="paragraph" w:customStyle="1" w:styleId="HEADING020">
    <w:name w:val="HEADING02"/>
    <w:basedOn w:val="HEADING010"/>
    <w:autoRedefine/>
    <w:rsid w:val="00D1704B"/>
    <w:pPr>
      <w:numPr>
        <w:numId w:val="0"/>
      </w:numPr>
      <w:tabs>
        <w:tab w:val="num" w:pos="774"/>
      </w:tabs>
      <w:ind w:left="774" w:hanging="360"/>
    </w:pPr>
    <w:rPr>
      <w:b w:val="0"/>
      <w:bCs/>
      <w:sz w:val="24"/>
      <w:szCs w:val="24"/>
    </w:rPr>
  </w:style>
  <w:style w:type="character" w:customStyle="1" w:styleId="ABLOCKPARAChar">
    <w:name w:val="A BLOCK PARA Char"/>
    <w:basedOn w:val="Tipodeletrapredefinidodopargrafo"/>
    <w:link w:val="ABLOCKPARA"/>
    <w:rsid w:val="00AF51BB"/>
    <w:rPr>
      <w:rFonts w:ascii="Book Antiqua" w:hAnsi="Book Antiqua"/>
      <w:sz w:val="22"/>
      <w:lang w:val="en-US" w:eastAsia="en-US" w:bidi="ar-SA"/>
    </w:rPr>
  </w:style>
  <w:style w:type="character" w:customStyle="1" w:styleId="TextoChar">
    <w:name w:val="Texto Char"/>
    <w:basedOn w:val="Tipodeletrapredefinidodopargrafo"/>
    <w:link w:val="Texto"/>
    <w:rsid w:val="00CB7DF5"/>
    <w:rPr>
      <w:rFonts w:ascii="Arial" w:hAnsi="Arial"/>
      <w:sz w:val="22"/>
      <w:lang w:val="pt-BR" w:eastAsia="pt-BR"/>
    </w:rPr>
  </w:style>
  <w:style w:type="table" w:styleId="TabelacomGrelha">
    <w:name w:val="Table Grid"/>
    <w:basedOn w:val="Tabelanormal"/>
    <w:rsid w:val="00826E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exo">
    <w:name w:val="Anexo"/>
    <w:basedOn w:val="Normal"/>
    <w:next w:val="Texto"/>
    <w:rsid w:val="00826E3D"/>
    <w:pPr>
      <w:jc w:val="center"/>
      <w:outlineLvl w:val="0"/>
    </w:pPr>
    <w:rPr>
      <w:b/>
      <w:sz w:val="40"/>
    </w:rPr>
  </w:style>
  <w:style w:type="paragraph" w:styleId="Textodebalo">
    <w:name w:val="Balloon Text"/>
    <w:basedOn w:val="Normal"/>
    <w:semiHidden/>
    <w:rsid w:val="00826E3D"/>
    <w:rPr>
      <w:rFonts w:ascii="Tahoma" w:hAnsi="Tahoma" w:cs="Tahoma"/>
      <w:sz w:val="16"/>
      <w:szCs w:val="16"/>
    </w:rPr>
  </w:style>
  <w:style w:type="paragraph" w:styleId="Corpodetexto3">
    <w:name w:val="Body Text 3"/>
    <w:basedOn w:val="Normal"/>
    <w:rsid w:val="00826E3D"/>
    <w:pPr>
      <w:spacing w:before="120" w:after="120"/>
      <w:jc w:val="center"/>
    </w:pPr>
    <w:rPr>
      <w:rFonts w:cs="Arial"/>
    </w:rPr>
  </w:style>
  <w:style w:type="paragraph" w:styleId="Ttulo">
    <w:name w:val="Title"/>
    <w:basedOn w:val="Normal"/>
    <w:qFormat/>
    <w:rsid w:val="00826E3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ByLine">
    <w:name w:val="ByLine"/>
    <w:basedOn w:val="Ttulo"/>
    <w:rsid w:val="00826E3D"/>
    <w:pPr>
      <w:overflowPunct w:val="0"/>
      <w:autoSpaceDE w:val="0"/>
      <w:autoSpaceDN w:val="0"/>
      <w:adjustRightInd w:val="0"/>
      <w:spacing w:before="1200" w:after="722"/>
      <w:textAlignment w:val="baseline"/>
      <w:outlineLvl w:val="9"/>
    </w:pPr>
    <w:rPr>
      <w:rFonts w:ascii="Times New Roman" w:hAnsi="Times New Roman" w:cs="Times New Roman"/>
      <w:bCs w:val="0"/>
      <w:kern w:val="0"/>
      <w:sz w:val="36"/>
      <w:szCs w:val="20"/>
    </w:rPr>
  </w:style>
  <w:style w:type="paragraph" w:customStyle="1" w:styleId="CAPA-TIT1">
    <w:name w:val="CAPA - TIT.1"/>
    <w:basedOn w:val="Normal"/>
    <w:rsid w:val="00826E3D"/>
    <w:pPr>
      <w:spacing w:before="120" w:after="120"/>
      <w:jc w:val="center"/>
    </w:pPr>
    <w:rPr>
      <w:b/>
      <w:caps/>
      <w:sz w:val="40"/>
    </w:rPr>
  </w:style>
  <w:style w:type="paragraph" w:customStyle="1" w:styleId="CAPA-TIT2">
    <w:name w:val="CAPA - TIT.2"/>
    <w:basedOn w:val="CAPA-TIT1"/>
    <w:rsid w:val="00826E3D"/>
    <w:rPr>
      <w:sz w:val="32"/>
    </w:rPr>
  </w:style>
  <w:style w:type="paragraph" w:customStyle="1" w:styleId="Comentario">
    <w:name w:val="Comentario"/>
    <w:basedOn w:val="Corpodetexto"/>
    <w:rsid w:val="00826E3D"/>
    <w:pPr>
      <w:overflowPunct w:val="0"/>
      <w:autoSpaceDE w:val="0"/>
      <w:autoSpaceDN w:val="0"/>
      <w:adjustRightInd w:val="0"/>
      <w:spacing w:before="60" w:after="60" w:line="240" w:lineRule="auto"/>
      <w:ind w:left="454"/>
      <w:textAlignment w:val="baseline"/>
    </w:pPr>
    <w:rPr>
      <w:rFonts w:ascii="Times New Roman" w:hAnsi="Times New Roman"/>
      <w:i/>
      <w:sz w:val="24"/>
    </w:rPr>
  </w:style>
  <w:style w:type="character" w:styleId="Refdecomentrio">
    <w:name w:val="annotation reference"/>
    <w:basedOn w:val="Tipodeletrapredefinidodopargrafo"/>
    <w:semiHidden/>
    <w:rsid w:val="00826E3D"/>
    <w:rPr>
      <w:sz w:val="16"/>
    </w:rPr>
  </w:style>
  <w:style w:type="paragraph" w:styleId="Textodecomentrio">
    <w:name w:val="annotation text"/>
    <w:basedOn w:val="Normal"/>
    <w:semiHidden/>
    <w:rsid w:val="00826E3D"/>
    <w:rPr>
      <w:i/>
      <w:vanish/>
      <w:color w:val="0000FF"/>
      <w:sz w:val="18"/>
    </w:rPr>
  </w:style>
  <w:style w:type="paragraph" w:customStyle="1" w:styleId="descritivodatabela">
    <w:name w:val="descritivo da tabela"/>
    <w:basedOn w:val="Normal"/>
    <w:rsid w:val="00826E3D"/>
  </w:style>
  <w:style w:type="paragraph" w:styleId="Mapadodocumento">
    <w:name w:val="Document Map"/>
    <w:basedOn w:val="Normal"/>
    <w:semiHidden/>
    <w:rsid w:val="00826E3D"/>
    <w:pPr>
      <w:shd w:val="clear" w:color="auto" w:fill="000080"/>
    </w:pPr>
    <w:rPr>
      <w:rFonts w:ascii="Tahoma" w:hAnsi="Tahoma"/>
    </w:rPr>
  </w:style>
  <w:style w:type="paragraph" w:customStyle="1" w:styleId="Estilo1">
    <w:name w:val="Estilo1"/>
    <w:basedOn w:val="Texto"/>
    <w:rsid w:val="00826E3D"/>
    <w:rPr>
      <w:i/>
      <w:sz w:val="20"/>
    </w:rPr>
  </w:style>
  <w:style w:type="paragraph" w:customStyle="1" w:styleId="fontesdatabela">
    <w:name w:val="fontes da tabela"/>
    <w:basedOn w:val="Texto"/>
    <w:rsid w:val="00826E3D"/>
    <w:pPr>
      <w:spacing w:after="240"/>
    </w:pPr>
    <w:rPr>
      <w:i/>
      <w:sz w:val="20"/>
    </w:rPr>
  </w:style>
  <w:style w:type="paragraph" w:customStyle="1" w:styleId="legendaparafotos">
    <w:name w:val="legenda para fotos"/>
    <w:basedOn w:val="Legenda"/>
    <w:rsid w:val="00826E3D"/>
    <w:rPr>
      <w:sz w:val="18"/>
    </w:rPr>
  </w:style>
  <w:style w:type="paragraph" w:styleId="Listacommarcas">
    <w:name w:val="List Bullet"/>
    <w:basedOn w:val="Normal"/>
    <w:autoRedefine/>
    <w:rsid w:val="00826E3D"/>
    <w:pPr>
      <w:spacing w:after="120" w:line="360" w:lineRule="auto"/>
      <w:jc w:val="both"/>
    </w:pPr>
  </w:style>
  <w:style w:type="paragraph" w:styleId="NormalWeb">
    <w:name w:val="Normal (Web)"/>
    <w:basedOn w:val="Normal"/>
    <w:rsid w:val="00826E3D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notaselegendasdatabela">
    <w:name w:val="notas e legendas da tabela"/>
    <w:basedOn w:val="fontesdatabela"/>
    <w:rsid w:val="00826E3D"/>
    <w:pPr>
      <w:spacing w:after="60"/>
    </w:pPr>
  </w:style>
  <w:style w:type="paragraph" w:styleId="Cabealhodanota">
    <w:name w:val="Note Heading"/>
    <w:basedOn w:val="Normal"/>
    <w:next w:val="Normal"/>
    <w:rsid w:val="00826E3D"/>
  </w:style>
  <w:style w:type="paragraph" w:customStyle="1" w:styleId="NumberList">
    <w:name w:val="Number List"/>
    <w:basedOn w:val="Normal"/>
    <w:rsid w:val="00826E3D"/>
    <w:pPr>
      <w:spacing w:before="60" w:after="60"/>
      <w:jc w:val="both"/>
    </w:pPr>
    <w:rPr>
      <w:lang w:eastAsia="en-US"/>
    </w:rPr>
  </w:style>
  <w:style w:type="paragraph" w:customStyle="1" w:styleId="preenchdatabela">
    <w:name w:val="preench.da tabela"/>
    <w:basedOn w:val="Texto"/>
    <w:rsid w:val="00826E3D"/>
    <w:pPr>
      <w:jc w:val="center"/>
    </w:pPr>
  </w:style>
  <w:style w:type="paragraph" w:customStyle="1" w:styleId="SSS">
    <w:name w:val="SSS"/>
    <w:basedOn w:val="Texto"/>
    <w:rsid w:val="00826E3D"/>
    <w:pPr>
      <w:numPr>
        <w:numId w:val="9"/>
      </w:numPr>
      <w:tabs>
        <w:tab w:val="clear" w:pos="1080"/>
        <w:tab w:val="num" w:pos="360"/>
      </w:tabs>
      <w:spacing w:before="120" w:after="120"/>
      <w:ind w:left="360" w:hanging="360"/>
    </w:pPr>
  </w:style>
  <w:style w:type="paragraph" w:customStyle="1" w:styleId="StyleTextoBold">
    <w:name w:val="Style Texto + Bold"/>
    <w:basedOn w:val="Texto"/>
    <w:link w:val="StyleTextoBoldChar"/>
    <w:rsid w:val="00826E3D"/>
    <w:pPr>
      <w:keepNext/>
    </w:pPr>
    <w:rPr>
      <w:b/>
      <w:bCs/>
    </w:rPr>
  </w:style>
  <w:style w:type="character" w:customStyle="1" w:styleId="StyleTextoBoldChar">
    <w:name w:val="Style Texto + Bold Char"/>
    <w:basedOn w:val="TextoChar"/>
    <w:link w:val="StyleTextoBold"/>
    <w:rsid w:val="00826E3D"/>
    <w:rPr>
      <w:rFonts w:ascii="Arial" w:hAnsi="Arial"/>
      <w:b/>
      <w:bCs/>
      <w:sz w:val="22"/>
      <w:lang w:val="pt-BR" w:eastAsia="pt-BR"/>
    </w:rPr>
  </w:style>
  <w:style w:type="paragraph" w:customStyle="1" w:styleId="sumrio">
    <w:name w:val="sumário"/>
    <w:basedOn w:val="Normal"/>
    <w:next w:val="Texto"/>
    <w:rsid w:val="00826E3D"/>
    <w:pPr>
      <w:widowControl w:val="0"/>
      <w:spacing w:before="300" w:after="120"/>
    </w:pPr>
    <w:rPr>
      <w:b/>
      <w:caps/>
      <w:sz w:val="24"/>
    </w:rPr>
  </w:style>
  <w:style w:type="paragraph" w:customStyle="1" w:styleId="SuperTitle">
    <w:name w:val="SuperTitle"/>
    <w:basedOn w:val="Ttulo"/>
    <w:rsid w:val="00826E3D"/>
    <w:pPr>
      <w:pBdr>
        <w:top w:val="single" w:sz="12" w:space="30" w:color="auto"/>
        <w:bottom w:val="single" w:sz="12" w:space="30" w:color="auto"/>
      </w:pBdr>
      <w:overflowPunct w:val="0"/>
      <w:autoSpaceDE w:val="0"/>
      <w:autoSpaceDN w:val="0"/>
      <w:adjustRightInd w:val="0"/>
      <w:spacing w:before="960" w:after="0"/>
      <w:ind w:left="1440"/>
      <w:textAlignment w:val="baseline"/>
      <w:outlineLvl w:val="9"/>
    </w:pPr>
    <w:rPr>
      <w:rFonts w:ascii="Times New Roman" w:hAnsi="Times New Roman" w:cs="Times New Roman"/>
      <w:bCs w:val="0"/>
      <w:kern w:val="0"/>
      <w:sz w:val="56"/>
      <w:szCs w:val="20"/>
    </w:rPr>
  </w:style>
  <w:style w:type="paragraph" w:styleId="ndicedeilustraes">
    <w:name w:val="table of figures"/>
    <w:aliases w:val="Lista de Tabelas"/>
    <w:basedOn w:val="Normal"/>
    <w:next w:val="Texto"/>
    <w:semiHidden/>
    <w:rsid w:val="00826E3D"/>
    <w:pPr>
      <w:tabs>
        <w:tab w:val="right" w:pos="8505"/>
        <w:tab w:val="right" w:pos="9356"/>
      </w:tabs>
      <w:spacing w:before="120" w:after="120"/>
    </w:pPr>
    <w:rPr>
      <w:caps/>
    </w:rPr>
  </w:style>
  <w:style w:type="paragraph" w:customStyle="1" w:styleId="Textocommarcadores">
    <w:name w:val="Texto com marcadores"/>
    <w:basedOn w:val="Texto"/>
    <w:rsid w:val="00826E3D"/>
    <w:pPr>
      <w:numPr>
        <w:numId w:val="10"/>
      </w:numPr>
    </w:pPr>
    <w:rPr>
      <w:vanish/>
    </w:rPr>
  </w:style>
  <w:style w:type="paragraph" w:customStyle="1" w:styleId="TextoEIB">
    <w:name w:val="Texto EIB"/>
    <w:basedOn w:val="Normal"/>
    <w:rsid w:val="00826E3D"/>
    <w:pPr>
      <w:spacing w:after="200" w:line="300" w:lineRule="atLeast"/>
      <w:jc w:val="both"/>
    </w:pPr>
  </w:style>
  <w:style w:type="paragraph" w:customStyle="1" w:styleId="titcolunatabela">
    <w:name w:val="tit.coluna tabela"/>
    <w:basedOn w:val="Normal"/>
    <w:rsid w:val="00826E3D"/>
    <w:pPr>
      <w:jc w:val="center"/>
    </w:pPr>
    <w:rPr>
      <w:caps/>
    </w:rPr>
  </w:style>
  <w:style w:type="paragraph" w:customStyle="1" w:styleId="ttcontanexoA">
    <w:name w:val="tít.cont.anexo A"/>
    <w:basedOn w:val="Anexo"/>
    <w:next w:val="Texto"/>
    <w:rsid w:val="00826E3D"/>
    <w:pPr>
      <w:numPr>
        <w:numId w:val="13"/>
      </w:numPr>
      <w:tabs>
        <w:tab w:val="num" w:pos="360"/>
      </w:tabs>
      <w:spacing w:before="300"/>
      <w:jc w:val="left"/>
      <w:outlineLvl w:val="9"/>
    </w:pPr>
    <w:rPr>
      <w:sz w:val="22"/>
    </w:rPr>
  </w:style>
  <w:style w:type="paragraph" w:customStyle="1" w:styleId="titcontanexoB">
    <w:name w:val="tit.cont.anexo B"/>
    <w:basedOn w:val="Cabealhodanota"/>
    <w:next w:val="Texto"/>
    <w:rsid w:val="00826E3D"/>
    <w:pPr>
      <w:numPr>
        <w:ilvl w:val="1"/>
        <w:numId w:val="11"/>
      </w:numPr>
      <w:tabs>
        <w:tab w:val="clear" w:pos="720"/>
        <w:tab w:val="num" w:pos="360"/>
      </w:tabs>
      <w:spacing w:before="300"/>
    </w:pPr>
    <w:rPr>
      <w:b/>
    </w:rPr>
  </w:style>
  <w:style w:type="paragraph" w:customStyle="1" w:styleId="titcontanexoC">
    <w:name w:val="tit.cont.anexo C"/>
    <w:basedOn w:val="ttcontanexoA"/>
    <w:next w:val="Texto"/>
    <w:rsid w:val="00826E3D"/>
    <w:pPr>
      <w:numPr>
        <w:numId w:val="0"/>
      </w:numPr>
    </w:pPr>
  </w:style>
  <w:style w:type="paragraph" w:customStyle="1" w:styleId="titcontanexoD">
    <w:name w:val="tit.cont.anexo D"/>
    <w:basedOn w:val="ttcontanexoA"/>
    <w:next w:val="Texto"/>
    <w:rsid w:val="00826E3D"/>
    <w:pPr>
      <w:numPr>
        <w:numId w:val="0"/>
      </w:numPr>
    </w:pPr>
  </w:style>
  <w:style w:type="paragraph" w:customStyle="1" w:styleId="titcontanexoE">
    <w:name w:val="tit.cont.anexo E"/>
    <w:basedOn w:val="ttcontanexoA"/>
    <w:next w:val="Texto"/>
    <w:rsid w:val="00826E3D"/>
    <w:pPr>
      <w:numPr>
        <w:numId w:val="0"/>
      </w:numPr>
    </w:pPr>
  </w:style>
  <w:style w:type="paragraph" w:customStyle="1" w:styleId="titcontanexoF">
    <w:name w:val="tit.cont.anexo F"/>
    <w:basedOn w:val="ttcontanexoA"/>
    <w:next w:val="Texto"/>
    <w:rsid w:val="00826E3D"/>
    <w:pPr>
      <w:numPr>
        <w:numId w:val="0"/>
      </w:numPr>
    </w:pPr>
  </w:style>
  <w:style w:type="paragraph" w:customStyle="1" w:styleId="titcontanexoG">
    <w:name w:val="tit.cont.anexo G"/>
    <w:basedOn w:val="ttcontanexoA"/>
    <w:next w:val="Texto"/>
    <w:rsid w:val="00826E3D"/>
    <w:pPr>
      <w:numPr>
        <w:ilvl w:val="1"/>
        <w:numId w:val="12"/>
      </w:numPr>
      <w:tabs>
        <w:tab w:val="num" w:pos="360"/>
      </w:tabs>
    </w:pPr>
  </w:style>
  <w:style w:type="paragraph" w:customStyle="1" w:styleId="titcontanexoH">
    <w:name w:val="tit.cont.anexo H"/>
    <w:basedOn w:val="ttcontanexoA"/>
    <w:next w:val="Texto"/>
    <w:rsid w:val="00826E3D"/>
    <w:pPr>
      <w:numPr>
        <w:numId w:val="0"/>
      </w:numPr>
    </w:pPr>
  </w:style>
  <w:style w:type="paragraph" w:customStyle="1" w:styleId="titcontanexoI">
    <w:name w:val="tit.cont.anexo I"/>
    <w:basedOn w:val="ttcontanexoA"/>
    <w:next w:val="Texto"/>
    <w:rsid w:val="00826E3D"/>
    <w:pPr>
      <w:numPr>
        <w:numId w:val="0"/>
      </w:numPr>
    </w:pPr>
  </w:style>
  <w:style w:type="paragraph" w:customStyle="1" w:styleId="titcontanexoJ">
    <w:name w:val="tit.cont.anexo J"/>
    <w:basedOn w:val="ttcontanexoA"/>
    <w:next w:val="Texto"/>
    <w:rsid w:val="00826E3D"/>
    <w:pPr>
      <w:numPr>
        <w:numId w:val="0"/>
      </w:numPr>
    </w:pPr>
  </w:style>
  <w:style w:type="paragraph" w:customStyle="1" w:styleId="titcontanexoK">
    <w:name w:val="tit.cont.anexo K"/>
    <w:basedOn w:val="ttcontanexoA"/>
    <w:next w:val="Texto"/>
    <w:rsid w:val="00826E3D"/>
    <w:pPr>
      <w:numPr>
        <w:numId w:val="0"/>
      </w:numPr>
    </w:pPr>
  </w:style>
  <w:style w:type="paragraph" w:customStyle="1" w:styleId="titcontanexoL">
    <w:name w:val="tit.cont.anexo L"/>
    <w:basedOn w:val="ttcontanexoA"/>
    <w:next w:val="Texto"/>
    <w:rsid w:val="00826E3D"/>
    <w:pPr>
      <w:numPr>
        <w:numId w:val="0"/>
      </w:numPr>
    </w:pPr>
  </w:style>
  <w:style w:type="paragraph" w:customStyle="1" w:styleId="titcontanexoM">
    <w:name w:val="tit.cont.anexo M"/>
    <w:basedOn w:val="ttcontanexoA"/>
    <w:next w:val="Texto"/>
    <w:rsid w:val="00826E3D"/>
    <w:pPr>
      <w:numPr>
        <w:numId w:val="0"/>
      </w:numPr>
    </w:pPr>
  </w:style>
  <w:style w:type="paragraph" w:customStyle="1" w:styleId="titcontanexoN">
    <w:name w:val="tit.cont.anexo N"/>
    <w:basedOn w:val="ttcontanexoA"/>
    <w:next w:val="Texto"/>
    <w:rsid w:val="00826E3D"/>
    <w:pPr>
      <w:numPr>
        <w:numId w:val="0"/>
      </w:numPr>
    </w:pPr>
  </w:style>
  <w:style w:type="paragraph" w:customStyle="1" w:styleId="titcontanexoO">
    <w:name w:val="tit.cont.anexo O"/>
    <w:basedOn w:val="ttcontanexoA"/>
    <w:next w:val="Texto"/>
    <w:rsid w:val="00826E3D"/>
    <w:pPr>
      <w:numPr>
        <w:ilvl w:val="1"/>
      </w:numPr>
      <w:tabs>
        <w:tab w:val="num" w:pos="360"/>
      </w:tabs>
    </w:pPr>
  </w:style>
  <w:style w:type="paragraph" w:customStyle="1" w:styleId="Ttulo9Apndice">
    <w:name w:val="Título 9.(Apêndice)"/>
    <w:basedOn w:val="Normal"/>
    <w:next w:val="Normal"/>
    <w:rsid w:val="00826E3D"/>
    <w:pPr>
      <w:keepNext/>
      <w:keepLines/>
      <w:spacing w:before="360" w:after="240"/>
      <w:outlineLvl w:val="8"/>
    </w:pPr>
    <w:rPr>
      <w:b/>
      <w:caps/>
    </w:rPr>
  </w:style>
  <w:style w:type="paragraph" w:customStyle="1" w:styleId="ttulodaFigura">
    <w:name w:val="título da Figura"/>
    <w:basedOn w:val="Legenda"/>
    <w:rsid w:val="00826E3D"/>
    <w:rPr>
      <w:b w:val="0"/>
      <w:caps w:val="0"/>
    </w:rPr>
  </w:style>
  <w:style w:type="paragraph" w:customStyle="1" w:styleId="TtulodeFigura">
    <w:name w:val="Título de Figura"/>
    <w:basedOn w:val="Legenda"/>
    <w:next w:val="Texto"/>
    <w:rsid w:val="00826E3D"/>
    <w:rPr>
      <w:b w:val="0"/>
      <w:caps w:val="0"/>
    </w:rPr>
  </w:style>
  <w:style w:type="paragraph" w:customStyle="1" w:styleId="TtulodeTabela">
    <w:name w:val="Título de Tabela"/>
    <w:basedOn w:val="Legenda"/>
    <w:rsid w:val="00826E3D"/>
    <w:pPr>
      <w:spacing w:before="300"/>
    </w:pPr>
    <w:rPr>
      <w:b w:val="0"/>
      <w:caps w:val="0"/>
    </w:rPr>
  </w:style>
  <w:style w:type="paragraph" w:customStyle="1" w:styleId="ttulolistas">
    <w:name w:val="título listas"/>
    <w:basedOn w:val="sumrio"/>
    <w:next w:val="Texto"/>
    <w:rsid w:val="00826E3D"/>
    <w:pPr>
      <w:outlineLvl w:val="0"/>
    </w:pPr>
  </w:style>
  <w:style w:type="paragraph" w:customStyle="1" w:styleId="TtuloTabela">
    <w:name w:val="Título Tabela"/>
    <w:basedOn w:val="Legenda"/>
    <w:rsid w:val="00826E3D"/>
    <w:rPr>
      <w:b w:val="0"/>
      <w:caps w:val="0"/>
    </w:rPr>
  </w:style>
  <w:style w:type="paragraph" w:customStyle="1" w:styleId="TOCBase">
    <w:name w:val="TOC Base"/>
    <w:basedOn w:val="Normal"/>
    <w:rsid w:val="00826E3D"/>
    <w:pPr>
      <w:tabs>
        <w:tab w:val="right" w:pos="940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</w:rPr>
  </w:style>
  <w:style w:type="paragraph" w:styleId="Listacommarcas2">
    <w:name w:val="List Bullet 2"/>
    <w:basedOn w:val="Normal"/>
    <w:rsid w:val="00826E3D"/>
    <w:pPr>
      <w:numPr>
        <w:numId w:val="14"/>
      </w:numPr>
    </w:pPr>
  </w:style>
  <w:style w:type="paragraph" w:styleId="PargrafodaLista">
    <w:name w:val="List Paragraph"/>
    <w:basedOn w:val="Normal"/>
    <w:uiPriority w:val="34"/>
    <w:qFormat/>
    <w:rsid w:val="003A2D2F"/>
    <w:pPr>
      <w:ind w:left="720"/>
      <w:contextualSpacing/>
    </w:pPr>
  </w:style>
  <w:style w:type="paragraph" w:customStyle="1" w:styleId="TCU-Ac-item9-1Linha">
    <w:name w:val="TCU -  Ac - item 9 - 1ª Linha"/>
    <w:basedOn w:val="Normal"/>
    <w:qFormat/>
    <w:rsid w:val="00B80F60"/>
    <w:pPr>
      <w:tabs>
        <w:tab w:val="left" w:pos="1134"/>
      </w:tabs>
      <w:autoSpaceDE w:val="0"/>
      <w:autoSpaceDN w:val="0"/>
      <w:spacing w:after="160"/>
      <w:jc w:val="both"/>
    </w:pPr>
    <w:rPr>
      <w:rFonts w:ascii="Times New Roman" w:hAnsi="Times New Roman"/>
      <w:sz w:val="24"/>
    </w:rPr>
  </w:style>
  <w:style w:type="character" w:customStyle="1" w:styleId="RodapCarter">
    <w:name w:val="Rodapé Caráter"/>
    <w:aliases w:val="Cabeçalho inferior Caráter"/>
    <w:basedOn w:val="Tipodeletrapredefinidodopargrafo"/>
    <w:link w:val="Rodap"/>
    <w:uiPriority w:val="99"/>
    <w:rsid w:val="002B446D"/>
    <w:rPr>
      <w:rFonts w:ascii="Arial" w:hAnsi="Arial"/>
      <w:sz w:val="22"/>
      <w:lang w:val="pt-BR" w:eastAsia="pt-BR"/>
    </w:rPr>
  </w:style>
  <w:style w:type="paragraph" w:customStyle="1" w:styleId="Default">
    <w:name w:val="Default"/>
    <w:rsid w:val="0020166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2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a.santini\Documents\_CSB01332_DNIT\DOC\CSB00000_Word_A4_Por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A3B282B093ED4A87299FB26D9E1F4C" ma:contentTypeVersion="0" ma:contentTypeDescription="Create a new document." ma:contentTypeScope="" ma:versionID="8c5bc802d53c5c502c3a262af0ba150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A18C2F-4C37-4A5B-A9BF-83C8FB038F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AC1425F-3045-4CB3-B3B5-2A9FC710DA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410B6E-1D61-4514-9A6F-63F5C1D9A0B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04EC52-C725-496D-AD63-3C10C7484A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CSB00000_Word_A4_Port</Template>
  <TotalTime>10</TotalTime>
  <Pages>1</Pages>
  <Words>57</Words>
  <Characters>310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Título da Proposta</vt:lpstr>
      <vt:lpstr>Título da Proposta</vt:lpstr>
    </vt:vector>
  </TitlesOfParts>
  <Company>Accenture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 da Proposta</dc:title>
  <dc:creator>Santini, Andrea</dc:creator>
  <cp:lastModifiedBy>Consorcio Siscon Unica 01</cp:lastModifiedBy>
  <cp:revision>5</cp:revision>
  <cp:lastPrinted>2017-08-24T18:09:00Z</cp:lastPrinted>
  <dcterms:created xsi:type="dcterms:W3CDTF">2017-08-07T20:46:00Z</dcterms:created>
  <dcterms:modified xsi:type="dcterms:W3CDTF">2022-05-10T17:41:00Z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0x010100B1A3B282B093ED4A87299FB26D9E1F4C</vt:lpwstr>
  </property>
</Properties>
</file>